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723" w:rsidRDefault="00CD5723" w:rsidP="00CD5723">
      <w:pPr>
        <w:pStyle w:val="berschrift1"/>
      </w:pPr>
      <w:bookmarkStart w:id="0" w:name="_GoBack"/>
      <w:bookmarkEnd w:id="0"/>
      <w:r>
        <w:t>Hinweise</w:t>
      </w:r>
      <w:r w:rsidR="00D661B4">
        <w:t xml:space="preserve"> </w:t>
      </w:r>
    </w:p>
    <w:p w:rsidR="00CD5723" w:rsidRDefault="00CD5723" w:rsidP="0012002A">
      <w:pPr>
        <w:pStyle w:val="Textkrper"/>
        <w:tabs>
          <w:tab w:val="right" w:pos="9639"/>
        </w:tabs>
        <w:spacing w:line="360" w:lineRule="auto"/>
        <w:rPr>
          <w:szCs w:val="20"/>
        </w:rPr>
      </w:pPr>
      <w:r>
        <w:rPr>
          <w:szCs w:val="20"/>
        </w:rPr>
        <w:t>Der jahrgangsüberg</w:t>
      </w:r>
      <w:r w:rsidR="00C92CD1">
        <w:rPr>
          <w:szCs w:val="20"/>
        </w:rPr>
        <w:t>r</w:t>
      </w:r>
      <w:r>
        <w:rPr>
          <w:szCs w:val="20"/>
        </w:rPr>
        <w:t xml:space="preserve">eifende Hauptfachkurs Informatik 11/12 setzt Elemente des </w:t>
      </w:r>
      <w:r w:rsidR="00C92CD1">
        <w:rPr>
          <w:szCs w:val="20"/>
        </w:rPr>
        <w:t>Problemlösen</w:t>
      </w:r>
      <w:r w:rsidR="007A1AEC">
        <w:rPr>
          <w:szCs w:val="20"/>
        </w:rPr>
        <w:t>s</w:t>
      </w:r>
      <w:r>
        <w:rPr>
          <w:szCs w:val="20"/>
        </w:rPr>
        <w:t xml:space="preserve"> in der </w:t>
      </w:r>
      <w:r w:rsidR="00C92CD1">
        <w:rPr>
          <w:szCs w:val="20"/>
        </w:rPr>
        <w:t>Programmiersprache</w:t>
      </w:r>
      <w:r>
        <w:rPr>
          <w:szCs w:val="20"/>
        </w:rPr>
        <w:t xml:space="preserve"> Java aus der Klasse 10 voraus. Zum </w:t>
      </w:r>
      <w:r w:rsidR="00863E82">
        <w:rPr>
          <w:szCs w:val="20"/>
        </w:rPr>
        <w:t>A</w:t>
      </w:r>
      <w:r w:rsidR="00FC4CAA">
        <w:rPr>
          <w:szCs w:val="20"/>
        </w:rPr>
        <w:t>n</w:t>
      </w:r>
      <w:r w:rsidR="00863E82">
        <w:rPr>
          <w:szCs w:val="20"/>
        </w:rPr>
        <w:t>gleich</w:t>
      </w:r>
      <w:r w:rsidR="00FC4CAA">
        <w:rPr>
          <w:szCs w:val="20"/>
        </w:rPr>
        <w:t>e</w:t>
      </w:r>
      <w:r w:rsidR="00140229">
        <w:rPr>
          <w:szCs w:val="20"/>
        </w:rPr>
        <w:t>n</w:t>
      </w:r>
      <w:r>
        <w:rPr>
          <w:szCs w:val="20"/>
        </w:rPr>
        <w:t xml:space="preserve"> der </w:t>
      </w:r>
      <w:r w:rsidR="00C92CD1">
        <w:rPr>
          <w:szCs w:val="20"/>
        </w:rPr>
        <w:t>Voraussetzungen</w:t>
      </w:r>
      <w:r>
        <w:rPr>
          <w:szCs w:val="20"/>
        </w:rPr>
        <w:t xml:space="preserve"> mit </w:t>
      </w:r>
      <w:r w:rsidR="00863E82">
        <w:rPr>
          <w:szCs w:val="20"/>
        </w:rPr>
        <w:t xml:space="preserve">denen </w:t>
      </w:r>
      <w:r w:rsidR="00C92CD1">
        <w:rPr>
          <w:szCs w:val="20"/>
        </w:rPr>
        <w:t>Ihren</w:t>
      </w:r>
      <w:r>
        <w:rPr>
          <w:szCs w:val="20"/>
        </w:rPr>
        <w:t xml:space="preserve"> Mitschülern aus der Jahrgangsstufe 12 sind einige Grundlagen aufzuarbeiten. Dazu dienen die folgenden Übungen. </w:t>
      </w:r>
    </w:p>
    <w:p w:rsidR="00C92CD1" w:rsidRDefault="00C92CD1" w:rsidP="0012002A">
      <w:pPr>
        <w:pStyle w:val="Textkrper"/>
        <w:tabs>
          <w:tab w:val="right" w:pos="9639"/>
        </w:tabs>
        <w:spacing w:line="360" w:lineRule="auto"/>
        <w:rPr>
          <w:szCs w:val="20"/>
        </w:rPr>
      </w:pPr>
      <w:r>
        <w:rPr>
          <w:szCs w:val="20"/>
        </w:rPr>
        <w:t xml:space="preserve">Als Ergebnis </w:t>
      </w:r>
      <w:r w:rsidR="00863E82">
        <w:rPr>
          <w:szCs w:val="20"/>
        </w:rPr>
        <w:t>gestalten Sie</w:t>
      </w:r>
      <w:r>
        <w:rPr>
          <w:szCs w:val="20"/>
        </w:rPr>
        <w:t xml:space="preserve"> ein </w:t>
      </w:r>
      <w:r w:rsidR="00CD5723">
        <w:rPr>
          <w:szCs w:val="20"/>
        </w:rPr>
        <w:t xml:space="preserve">Portfolio </w:t>
      </w:r>
      <w:r w:rsidR="00863E82">
        <w:rPr>
          <w:szCs w:val="20"/>
        </w:rPr>
        <w:t>mit folgenden Elementen</w:t>
      </w:r>
      <w:r>
        <w:rPr>
          <w:szCs w:val="20"/>
        </w:rPr>
        <w:t>:</w:t>
      </w:r>
    </w:p>
    <w:p w:rsidR="00C92CD1" w:rsidRDefault="00C92CD1" w:rsidP="00C92CD1">
      <w:pPr>
        <w:pStyle w:val="Textkrper"/>
        <w:numPr>
          <w:ilvl w:val="0"/>
          <w:numId w:val="5"/>
        </w:numPr>
        <w:spacing w:line="360" w:lineRule="auto"/>
        <w:rPr>
          <w:szCs w:val="20"/>
        </w:rPr>
      </w:pPr>
      <w:r>
        <w:rPr>
          <w:szCs w:val="20"/>
        </w:rPr>
        <w:t xml:space="preserve">vom Lehrer erhaltene </w:t>
      </w:r>
      <w:r w:rsidR="005811CD">
        <w:rPr>
          <w:szCs w:val="20"/>
        </w:rPr>
        <w:t>Tafelwerkergänzungen</w:t>
      </w:r>
    </w:p>
    <w:p w:rsidR="00C92CD1" w:rsidRDefault="00863E82" w:rsidP="00C92CD1">
      <w:pPr>
        <w:pStyle w:val="Textkrper"/>
        <w:numPr>
          <w:ilvl w:val="0"/>
          <w:numId w:val="5"/>
        </w:numPr>
        <w:spacing w:line="360" w:lineRule="auto"/>
        <w:rPr>
          <w:szCs w:val="20"/>
        </w:rPr>
      </w:pPr>
      <w:r>
        <w:rPr>
          <w:szCs w:val="20"/>
        </w:rPr>
        <w:t xml:space="preserve">vom Lehrer erhaltene </w:t>
      </w:r>
      <w:r w:rsidR="00CD5723">
        <w:rPr>
          <w:szCs w:val="20"/>
        </w:rPr>
        <w:t xml:space="preserve">Aufgaben </w:t>
      </w:r>
      <w:r w:rsidR="00C92CD1">
        <w:rPr>
          <w:szCs w:val="20"/>
        </w:rPr>
        <w:t xml:space="preserve">und von Ihnen entwickelte </w:t>
      </w:r>
      <w:r w:rsidR="00CD5723">
        <w:rPr>
          <w:szCs w:val="20"/>
        </w:rPr>
        <w:t xml:space="preserve">Lösungen </w:t>
      </w:r>
      <w:r w:rsidR="00C92CD1">
        <w:rPr>
          <w:szCs w:val="20"/>
        </w:rPr>
        <w:t xml:space="preserve">(Beschreibungen, </w:t>
      </w:r>
      <w:r w:rsidR="00FC4CAA">
        <w:rPr>
          <w:szCs w:val="20"/>
        </w:rPr>
        <w:t xml:space="preserve">ggf. </w:t>
      </w:r>
      <w:r w:rsidR="00C92CD1">
        <w:rPr>
          <w:szCs w:val="20"/>
        </w:rPr>
        <w:t xml:space="preserve">Struktogramme, </w:t>
      </w:r>
      <w:r w:rsidR="00CD5723">
        <w:rPr>
          <w:szCs w:val="20"/>
        </w:rPr>
        <w:t>Quelltext</w:t>
      </w:r>
      <w:r w:rsidR="00FC4CAA">
        <w:rPr>
          <w:szCs w:val="20"/>
        </w:rPr>
        <w:t>ausdrucke</w:t>
      </w:r>
      <w:r>
        <w:rPr>
          <w:szCs w:val="20"/>
        </w:rPr>
        <w:t>, …</w:t>
      </w:r>
      <w:r w:rsidR="00CD5723">
        <w:rPr>
          <w:szCs w:val="20"/>
        </w:rPr>
        <w:t>)</w:t>
      </w:r>
    </w:p>
    <w:p w:rsidR="00CD5723" w:rsidRDefault="00FC4CAA" w:rsidP="00C92CD1">
      <w:pPr>
        <w:pStyle w:val="Textkrper"/>
        <w:numPr>
          <w:ilvl w:val="0"/>
          <w:numId w:val="5"/>
        </w:numPr>
        <w:spacing w:line="360" w:lineRule="auto"/>
        <w:rPr>
          <w:szCs w:val="20"/>
        </w:rPr>
      </w:pPr>
      <w:r>
        <w:rPr>
          <w:szCs w:val="20"/>
        </w:rPr>
        <w:t xml:space="preserve">handschriftliches </w:t>
      </w:r>
      <w:r w:rsidR="00C92CD1">
        <w:rPr>
          <w:szCs w:val="20"/>
        </w:rPr>
        <w:t>G</w:t>
      </w:r>
      <w:r w:rsidR="00CD5723">
        <w:rPr>
          <w:szCs w:val="20"/>
        </w:rPr>
        <w:t xml:space="preserve">lossar </w:t>
      </w:r>
      <w:r w:rsidR="00C92CD1">
        <w:rPr>
          <w:szCs w:val="20"/>
        </w:rPr>
        <w:t>über d</w:t>
      </w:r>
      <w:r w:rsidR="00CD5723">
        <w:rPr>
          <w:szCs w:val="20"/>
        </w:rPr>
        <w:t xml:space="preserve">ie zu </w:t>
      </w:r>
      <w:r w:rsidR="00C92CD1">
        <w:rPr>
          <w:szCs w:val="20"/>
        </w:rPr>
        <w:t>recherchierenden</w:t>
      </w:r>
      <w:r w:rsidR="00CD5723">
        <w:rPr>
          <w:szCs w:val="20"/>
        </w:rPr>
        <w:t xml:space="preserve"> Fachbegriffe</w:t>
      </w:r>
      <w:r w:rsidR="00C92CD1">
        <w:rPr>
          <w:szCs w:val="20"/>
        </w:rPr>
        <w:t xml:space="preserve"> </w:t>
      </w:r>
    </w:p>
    <w:p w:rsidR="00CD5723" w:rsidRDefault="00C92CD1" w:rsidP="0012002A">
      <w:pPr>
        <w:pStyle w:val="Textkrper"/>
        <w:tabs>
          <w:tab w:val="right" w:pos="9639"/>
        </w:tabs>
        <w:spacing w:line="360" w:lineRule="auto"/>
        <w:rPr>
          <w:szCs w:val="20"/>
        </w:rPr>
      </w:pPr>
      <w:r>
        <w:rPr>
          <w:szCs w:val="20"/>
        </w:rPr>
        <w:t>Das Portfolio wird bewertet.</w:t>
      </w:r>
    </w:p>
    <w:p w:rsidR="00CD5723" w:rsidRDefault="00CD5723" w:rsidP="0012002A">
      <w:pPr>
        <w:pStyle w:val="Textkrper"/>
        <w:tabs>
          <w:tab w:val="right" w:pos="9639"/>
        </w:tabs>
        <w:spacing w:line="360" w:lineRule="auto"/>
        <w:rPr>
          <w:szCs w:val="20"/>
        </w:rPr>
      </w:pPr>
    </w:p>
    <w:p w:rsidR="005B54B2" w:rsidRDefault="008A26B9" w:rsidP="005B54B2">
      <w:pPr>
        <w:pStyle w:val="berschrift2"/>
      </w:pPr>
      <w:r>
        <w:br w:type="page"/>
      </w:r>
      <w:r w:rsidR="005B54B2">
        <w:lastRenderedPageBreak/>
        <w:t>Berechnung des größten gemeinsamen Teiles zweier Zahlen</w:t>
      </w:r>
    </w:p>
    <w:p w:rsidR="005B54B2" w:rsidRDefault="005B54B2" w:rsidP="0012002A">
      <w:pPr>
        <w:pStyle w:val="Textkrper"/>
        <w:tabs>
          <w:tab w:val="right" w:pos="9639"/>
        </w:tabs>
        <w:spacing w:line="360" w:lineRule="auto"/>
      </w:pPr>
      <w:r>
        <w:t xml:space="preserve">Für das Kürzen von Brüchen ist u. a. die Bestimmung des </w:t>
      </w:r>
      <w:r w:rsidR="00863E82">
        <w:t>kleinsten gemeinsamen Vielfaches (</w:t>
      </w:r>
      <w:proofErr w:type="spellStart"/>
      <w:r>
        <w:t>kgV</w:t>
      </w:r>
      <w:proofErr w:type="spellEnd"/>
      <w:r w:rsidR="00863E82">
        <w:t>)</w:t>
      </w:r>
      <w:r>
        <w:t xml:space="preserve"> oder des </w:t>
      </w:r>
      <w:r w:rsidR="00863E82">
        <w:t>größten gemeinsamen Teilers (</w:t>
      </w:r>
      <w:proofErr w:type="spellStart"/>
      <w:r>
        <w:t>ggT</w:t>
      </w:r>
      <w:proofErr w:type="spellEnd"/>
      <w:r w:rsidR="00863E82">
        <w:t>)</w:t>
      </w:r>
      <w:r>
        <w:t xml:space="preserve"> notwendig. Ein Algorithmus zum Berechnen des </w:t>
      </w:r>
      <w:proofErr w:type="spellStart"/>
      <w:r>
        <w:t>ggT</w:t>
      </w:r>
      <w:proofErr w:type="spellEnd"/>
      <w:r>
        <w:t xml:space="preserve"> </w:t>
      </w:r>
      <w:r w:rsidR="00863E82">
        <w:t xml:space="preserve">zweier natürlicher Zahlen </w:t>
      </w:r>
      <w:r>
        <w:t xml:space="preserve">liegt als </w:t>
      </w:r>
      <w:r w:rsidR="00F64F46">
        <w:t xml:space="preserve">Java-Quelltext </w:t>
      </w:r>
      <w:r>
        <w:t xml:space="preserve">und als </w:t>
      </w:r>
      <w:r w:rsidR="00F64F46">
        <w:t xml:space="preserve">Struktogramm </w:t>
      </w:r>
      <w:r>
        <w:t>vor.</w:t>
      </w:r>
    </w:p>
    <w:p w:rsidR="005B54B2" w:rsidRDefault="007A1AEC" w:rsidP="0012002A">
      <w:pPr>
        <w:pStyle w:val="Textkrper"/>
        <w:tabs>
          <w:tab w:val="right" w:pos="9639"/>
        </w:tabs>
        <w:spacing w:line="360" w:lineRule="auto"/>
      </w:pPr>
      <w:r>
        <w:rPr>
          <w:noProof/>
        </w:rPr>
        <w:drawing>
          <wp:inline distT="0" distB="0" distL="0" distR="0">
            <wp:extent cx="3848100" cy="324802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93" r="12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0" cy="324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887220" cy="3248025"/>
            <wp:effectExtent l="0" t="0" r="0" b="0"/>
            <wp:docPr id="2" name="Bild 2" descr="gg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gt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19" t="5646" r="6787" b="26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7220" cy="324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4F46" w:rsidRPr="00F64F46" w:rsidRDefault="00F64F46" w:rsidP="00F64F46">
      <w:pPr>
        <w:pStyle w:val="Textkrper"/>
        <w:numPr>
          <w:ilvl w:val="0"/>
          <w:numId w:val="6"/>
        </w:numPr>
        <w:spacing w:line="360" w:lineRule="auto"/>
        <w:rPr>
          <w:szCs w:val="20"/>
        </w:rPr>
      </w:pPr>
      <w:r>
        <w:t xml:space="preserve">Beschreiben Sie den Begriff </w:t>
      </w:r>
      <w:r w:rsidR="00D661B4" w:rsidRPr="00D661B4">
        <w:rPr>
          <w:b/>
        </w:rPr>
        <w:sym w:font="Wingdings" w:char="F0E4"/>
      </w:r>
      <w:r w:rsidR="00D661B4" w:rsidRPr="00D661B4">
        <w:rPr>
          <w:b/>
        </w:rPr>
        <w:t xml:space="preserve"> </w:t>
      </w:r>
      <w:r w:rsidR="005B54B2" w:rsidRPr="00D661B4">
        <w:rPr>
          <w:b/>
        </w:rPr>
        <w:t>Algorithmus</w:t>
      </w:r>
      <w:r>
        <w:t>.</w:t>
      </w:r>
    </w:p>
    <w:p w:rsidR="00F64F46" w:rsidRDefault="00F64F46" w:rsidP="00F64F46">
      <w:pPr>
        <w:pStyle w:val="Textkrper"/>
        <w:numPr>
          <w:ilvl w:val="0"/>
          <w:numId w:val="6"/>
        </w:numPr>
        <w:spacing w:line="360" w:lineRule="auto"/>
        <w:rPr>
          <w:szCs w:val="20"/>
        </w:rPr>
      </w:pPr>
      <w:r>
        <w:rPr>
          <w:szCs w:val="20"/>
        </w:rPr>
        <w:t xml:space="preserve">Begründen Sie die </w:t>
      </w:r>
      <w:r w:rsidR="00FC4CAA">
        <w:rPr>
          <w:szCs w:val="20"/>
        </w:rPr>
        <w:t>Umsetzung</w:t>
      </w:r>
      <w:r>
        <w:rPr>
          <w:szCs w:val="20"/>
        </w:rPr>
        <w:t xml:space="preserve"> des </w:t>
      </w:r>
      <w:r w:rsidR="00D661B4" w:rsidRPr="00D661B4">
        <w:rPr>
          <w:b/>
        </w:rPr>
        <w:sym w:font="Wingdings" w:char="F0E4"/>
      </w:r>
      <w:r w:rsidR="00D661B4" w:rsidRPr="00D661B4">
        <w:rPr>
          <w:b/>
        </w:rPr>
        <w:t xml:space="preserve"> </w:t>
      </w:r>
      <w:r w:rsidRPr="00D661B4">
        <w:rPr>
          <w:b/>
          <w:szCs w:val="20"/>
        </w:rPr>
        <w:t>EVA-Prinzips</w:t>
      </w:r>
      <w:r>
        <w:rPr>
          <w:szCs w:val="20"/>
        </w:rPr>
        <w:t xml:space="preserve"> </w:t>
      </w:r>
      <w:r w:rsidR="00FC4CAA">
        <w:rPr>
          <w:szCs w:val="20"/>
        </w:rPr>
        <w:t>im</w:t>
      </w:r>
      <w:r>
        <w:rPr>
          <w:szCs w:val="20"/>
        </w:rPr>
        <w:t xml:space="preserve"> gegebene</w:t>
      </w:r>
      <w:r w:rsidR="00FC4CAA">
        <w:rPr>
          <w:szCs w:val="20"/>
        </w:rPr>
        <w:t>n</w:t>
      </w:r>
      <w:r>
        <w:rPr>
          <w:szCs w:val="20"/>
        </w:rPr>
        <w:t xml:space="preserve"> Projekt.</w:t>
      </w:r>
    </w:p>
    <w:p w:rsidR="00F64F46" w:rsidRDefault="00F64F46" w:rsidP="00F64F46">
      <w:pPr>
        <w:pStyle w:val="Textkrper"/>
        <w:numPr>
          <w:ilvl w:val="0"/>
          <w:numId w:val="6"/>
        </w:numPr>
        <w:spacing w:line="360" w:lineRule="auto"/>
        <w:rPr>
          <w:szCs w:val="20"/>
        </w:rPr>
      </w:pPr>
      <w:r>
        <w:rPr>
          <w:szCs w:val="20"/>
        </w:rPr>
        <w:t xml:space="preserve">Geben Sie die verwendeten </w:t>
      </w:r>
      <w:r w:rsidR="00D661B4" w:rsidRPr="00D661B4">
        <w:rPr>
          <w:b/>
        </w:rPr>
        <w:sym w:font="Wingdings" w:char="F0E4"/>
      </w:r>
      <w:r w:rsidR="00D661B4" w:rsidRPr="00D661B4">
        <w:rPr>
          <w:b/>
        </w:rPr>
        <w:t xml:space="preserve"> </w:t>
      </w:r>
      <w:r w:rsidRPr="00D661B4">
        <w:rPr>
          <w:b/>
          <w:szCs w:val="20"/>
        </w:rPr>
        <w:t>Variablen</w:t>
      </w:r>
      <w:r>
        <w:rPr>
          <w:szCs w:val="20"/>
        </w:rPr>
        <w:t xml:space="preserve"> sowie deren</w:t>
      </w:r>
      <w:r w:rsidR="00D661B4">
        <w:rPr>
          <w:szCs w:val="20"/>
        </w:rPr>
        <w:t xml:space="preserve"> </w:t>
      </w:r>
      <w:r w:rsidR="00D661B4" w:rsidRPr="00D661B4">
        <w:rPr>
          <w:b/>
        </w:rPr>
        <w:sym w:font="Wingdings" w:char="F0E4"/>
      </w:r>
      <w:r w:rsidR="00D661B4" w:rsidRPr="00D661B4">
        <w:rPr>
          <w:b/>
        </w:rPr>
        <w:t xml:space="preserve"> </w:t>
      </w:r>
      <w:r w:rsidR="00D661B4" w:rsidRPr="00D661B4">
        <w:rPr>
          <w:b/>
          <w:szCs w:val="20"/>
        </w:rPr>
        <w:t>Datent</w:t>
      </w:r>
      <w:r w:rsidRPr="00D661B4">
        <w:rPr>
          <w:b/>
          <w:szCs w:val="20"/>
        </w:rPr>
        <w:t>yp</w:t>
      </w:r>
      <w:r>
        <w:rPr>
          <w:szCs w:val="20"/>
        </w:rPr>
        <w:t xml:space="preserve"> an.</w:t>
      </w:r>
    </w:p>
    <w:p w:rsidR="005811CD" w:rsidRPr="005811CD" w:rsidRDefault="00943B72" w:rsidP="00AF4846">
      <w:pPr>
        <w:pStyle w:val="Textkrper"/>
        <w:numPr>
          <w:ilvl w:val="0"/>
          <w:numId w:val="6"/>
        </w:numPr>
        <w:spacing w:line="360" w:lineRule="auto"/>
        <w:rPr>
          <w:szCs w:val="20"/>
        </w:rPr>
      </w:pPr>
      <w:r>
        <w:t xml:space="preserve">Informieren Sie sich auf der Tafelwerksergänzung „Algorithmische Grundstrukturen“ über die grundlegenden algorithmischen Strukturen. </w:t>
      </w:r>
      <w:r>
        <w:tab/>
      </w:r>
    </w:p>
    <w:p w:rsidR="00AF4846" w:rsidRPr="00943B72" w:rsidRDefault="00F64F46" w:rsidP="00AF4846">
      <w:pPr>
        <w:pStyle w:val="Textkrper"/>
        <w:numPr>
          <w:ilvl w:val="0"/>
          <w:numId w:val="6"/>
        </w:numPr>
        <w:spacing w:line="360" w:lineRule="auto"/>
        <w:rPr>
          <w:szCs w:val="20"/>
        </w:rPr>
      </w:pPr>
      <w:r w:rsidRPr="00943B72">
        <w:rPr>
          <w:szCs w:val="20"/>
        </w:rPr>
        <w:t xml:space="preserve">Ordnen Sie den </w:t>
      </w:r>
      <w:r w:rsidR="00767293" w:rsidRPr="00767293">
        <w:rPr>
          <w:b/>
        </w:rPr>
        <w:sym w:font="Wingdings" w:char="F0E4"/>
      </w:r>
      <w:r w:rsidR="00767293" w:rsidRPr="00943B72">
        <w:rPr>
          <w:b/>
        </w:rPr>
        <w:t xml:space="preserve"> </w:t>
      </w:r>
      <w:r w:rsidR="00767293" w:rsidRPr="00943B72">
        <w:rPr>
          <w:b/>
          <w:szCs w:val="20"/>
        </w:rPr>
        <w:t>algorithmischen Grundstrukturen</w:t>
      </w:r>
      <w:r w:rsidR="00767293" w:rsidRPr="00943B72">
        <w:rPr>
          <w:szCs w:val="20"/>
        </w:rPr>
        <w:t xml:space="preserve"> aus dem </w:t>
      </w:r>
      <w:r w:rsidR="00FC4CAA" w:rsidRPr="00D661B4">
        <w:rPr>
          <w:b/>
        </w:rPr>
        <w:sym w:font="Wingdings" w:char="F0E4"/>
      </w:r>
      <w:r w:rsidR="00FC4CAA">
        <w:rPr>
          <w:b/>
        </w:rPr>
        <w:t> </w:t>
      </w:r>
      <w:r w:rsidR="00767293" w:rsidRPr="00943B72">
        <w:rPr>
          <w:szCs w:val="20"/>
        </w:rPr>
        <w:t>Struktogramm</w:t>
      </w:r>
      <w:r w:rsidRPr="00943B72">
        <w:rPr>
          <w:szCs w:val="20"/>
        </w:rPr>
        <w:t xml:space="preserve"> </w:t>
      </w:r>
      <w:r w:rsidR="005A5F6C" w:rsidRPr="00943B72">
        <w:rPr>
          <w:szCs w:val="20"/>
        </w:rPr>
        <w:t xml:space="preserve">die Quelltextelemente durch </w:t>
      </w:r>
      <w:r w:rsidR="00AF4846" w:rsidRPr="00943B72">
        <w:rPr>
          <w:szCs w:val="20"/>
        </w:rPr>
        <w:t>E</w:t>
      </w:r>
      <w:r w:rsidR="005A5F6C" w:rsidRPr="00943B72">
        <w:rPr>
          <w:szCs w:val="20"/>
        </w:rPr>
        <w:t>inzeichnen von Pfeilen zu.</w:t>
      </w:r>
    </w:p>
    <w:p w:rsidR="005A5F6C" w:rsidRDefault="005A5F6C" w:rsidP="00F64F46">
      <w:pPr>
        <w:pStyle w:val="Textkrper"/>
        <w:numPr>
          <w:ilvl w:val="0"/>
          <w:numId w:val="6"/>
        </w:numPr>
        <w:spacing w:line="360" w:lineRule="auto"/>
        <w:rPr>
          <w:szCs w:val="20"/>
        </w:rPr>
      </w:pPr>
      <w:r>
        <w:rPr>
          <w:szCs w:val="20"/>
        </w:rPr>
        <w:t xml:space="preserve">Implementieren Sie den </w:t>
      </w:r>
      <w:r w:rsidR="00FC4CAA" w:rsidRPr="00D661B4">
        <w:rPr>
          <w:b/>
        </w:rPr>
        <w:sym w:font="Wingdings" w:char="F0E4"/>
      </w:r>
      <w:r w:rsidR="00FC4CAA">
        <w:rPr>
          <w:b/>
        </w:rPr>
        <w:t xml:space="preserve"> </w:t>
      </w:r>
      <w:r>
        <w:rPr>
          <w:szCs w:val="20"/>
        </w:rPr>
        <w:t xml:space="preserve">Quelltext im </w:t>
      </w:r>
      <w:proofErr w:type="spellStart"/>
      <w:r>
        <w:rPr>
          <w:szCs w:val="20"/>
        </w:rPr>
        <w:t>JavaEditor</w:t>
      </w:r>
      <w:proofErr w:type="spellEnd"/>
      <w:r>
        <w:rPr>
          <w:szCs w:val="20"/>
        </w:rPr>
        <w:t xml:space="preserve"> und testen Sie das </w:t>
      </w:r>
      <w:r w:rsidR="00FC4CAA" w:rsidRPr="00D661B4">
        <w:rPr>
          <w:b/>
        </w:rPr>
        <w:sym w:font="Wingdings" w:char="F0E4"/>
      </w:r>
      <w:r w:rsidR="00FC4CAA">
        <w:rPr>
          <w:b/>
        </w:rPr>
        <w:t xml:space="preserve"> </w:t>
      </w:r>
      <w:r>
        <w:rPr>
          <w:szCs w:val="20"/>
        </w:rPr>
        <w:t>Programm.</w:t>
      </w:r>
    </w:p>
    <w:p w:rsidR="00D661B4" w:rsidRDefault="00D661B4" w:rsidP="00F64F46">
      <w:pPr>
        <w:pStyle w:val="Textkrper"/>
        <w:numPr>
          <w:ilvl w:val="0"/>
          <w:numId w:val="6"/>
        </w:numPr>
        <w:spacing w:line="360" w:lineRule="auto"/>
        <w:rPr>
          <w:szCs w:val="20"/>
        </w:rPr>
      </w:pPr>
      <w:r>
        <w:rPr>
          <w:szCs w:val="20"/>
        </w:rPr>
        <w:t xml:space="preserve">Erweitern Sie das Programm so, dass das </w:t>
      </w:r>
      <w:proofErr w:type="spellStart"/>
      <w:r>
        <w:rPr>
          <w:szCs w:val="20"/>
        </w:rPr>
        <w:t>kgV</w:t>
      </w:r>
      <w:proofErr w:type="spellEnd"/>
      <w:r>
        <w:rPr>
          <w:szCs w:val="20"/>
        </w:rPr>
        <w:t xml:space="preserve"> der beiden Zahlen ebenfalls ausgegeben wird. Zur Erinnerung: Das Produkt von </w:t>
      </w:r>
      <w:proofErr w:type="spellStart"/>
      <w:r>
        <w:rPr>
          <w:szCs w:val="20"/>
        </w:rPr>
        <w:t>kgV</w:t>
      </w:r>
      <w:proofErr w:type="spellEnd"/>
      <w:r>
        <w:rPr>
          <w:szCs w:val="20"/>
        </w:rPr>
        <w:t xml:space="preserve"> und </w:t>
      </w:r>
      <w:proofErr w:type="spellStart"/>
      <w:r>
        <w:rPr>
          <w:szCs w:val="20"/>
        </w:rPr>
        <w:t>ggT</w:t>
      </w:r>
      <w:proofErr w:type="spellEnd"/>
      <w:r>
        <w:rPr>
          <w:szCs w:val="20"/>
        </w:rPr>
        <w:t xml:space="preserve"> der Zahlen a und b entspricht dem Produkt von a und b.</w:t>
      </w:r>
    </w:p>
    <w:p w:rsidR="00863E82" w:rsidRDefault="00863E82" w:rsidP="00F64F46">
      <w:pPr>
        <w:pStyle w:val="Textkrper"/>
        <w:numPr>
          <w:ilvl w:val="0"/>
          <w:numId w:val="6"/>
        </w:numPr>
        <w:spacing w:line="360" w:lineRule="auto"/>
        <w:rPr>
          <w:szCs w:val="20"/>
        </w:rPr>
      </w:pPr>
      <w:r>
        <w:rPr>
          <w:szCs w:val="20"/>
        </w:rPr>
        <w:t>Prüfen Sie die Arbeitsweise des Programms für negative Zahlen. Passen Sie das Programm ggf. an.</w:t>
      </w:r>
    </w:p>
    <w:p w:rsidR="00863E82" w:rsidRDefault="00863E82" w:rsidP="00863E82">
      <w:pPr>
        <w:pStyle w:val="Textkrper"/>
        <w:spacing w:line="360" w:lineRule="auto"/>
        <w:ind w:left="360"/>
        <w:rPr>
          <w:szCs w:val="20"/>
        </w:rPr>
      </w:pPr>
    </w:p>
    <w:p w:rsidR="00AB00BF" w:rsidRDefault="00AB00BF" w:rsidP="00AB00BF">
      <w:pPr>
        <w:pStyle w:val="Textkrper"/>
        <w:tabs>
          <w:tab w:val="right" w:pos="9639"/>
        </w:tabs>
        <w:spacing w:line="360" w:lineRule="auto"/>
        <w:jc w:val="center"/>
      </w:pPr>
    </w:p>
    <w:p w:rsidR="00D661B4" w:rsidRDefault="008A26B9" w:rsidP="00D661B4">
      <w:pPr>
        <w:pStyle w:val="berschrift2"/>
      </w:pPr>
      <w:r>
        <w:rPr>
          <w:szCs w:val="20"/>
        </w:rPr>
        <w:br w:type="page"/>
      </w:r>
      <w:r w:rsidR="00D661B4">
        <w:lastRenderedPageBreak/>
        <w:t>Primzahltest</w:t>
      </w:r>
      <w:r w:rsidR="00943B72">
        <w:t>er</w:t>
      </w:r>
    </w:p>
    <w:p w:rsidR="00D661B4" w:rsidRDefault="00D661B4" w:rsidP="00D661B4">
      <w:pPr>
        <w:pStyle w:val="Textkrper"/>
        <w:tabs>
          <w:tab w:val="right" w:pos="9639"/>
        </w:tabs>
        <w:spacing w:line="360" w:lineRule="auto"/>
        <w:jc w:val="left"/>
      </w:pPr>
      <w:r>
        <w:t xml:space="preserve">In modernen Verschlüsselungsverfahren spielen Primzahlen eine wichtige Rolle. Das Struktogramm veranschaulicht einen </w:t>
      </w:r>
      <w:r w:rsidR="00863E82">
        <w:t>A</w:t>
      </w:r>
      <w:r>
        <w:t>lgorithmus</w:t>
      </w:r>
      <w:r w:rsidR="00863E82">
        <w:t xml:space="preserve"> der prüft, ob eine Zahl n eine Primzahl ist oder nicht.</w:t>
      </w:r>
    </w:p>
    <w:p w:rsidR="00D661B4" w:rsidRDefault="007A1AEC" w:rsidP="00767293">
      <w:pPr>
        <w:pStyle w:val="Textkrper"/>
        <w:spacing w:line="360" w:lineRule="auto"/>
        <w:jc w:val="center"/>
        <w:rPr>
          <w:szCs w:val="20"/>
        </w:rPr>
      </w:pPr>
      <w:r>
        <w:rPr>
          <w:noProof/>
          <w:szCs w:val="20"/>
        </w:rPr>
        <w:drawing>
          <wp:inline distT="0" distB="0" distL="0" distR="0">
            <wp:extent cx="3416300" cy="5047615"/>
            <wp:effectExtent l="0" t="0" r="0" b="0"/>
            <wp:docPr id="3" name="Bild 3" descr="ispri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sprim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33" t="4050" r="3133" b="26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0" cy="5047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4CAA" w:rsidRPr="00FC4CAA" w:rsidRDefault="00AF4846" w:rsidP="00AF4846">
      <w:pPr>
        <w:pStyle w:val="Textkrper"/>
        <w:numPr>
          <w:ilvl w:val="0"/>
          <w:numId w:val="7"/>
        </w:numPr>
        <w:spacing w:line="360" w:lineRule="auto"/>
        <w:rPr>
          <w:szCs w:val="20"/>
        </w:rPr>
      </w:pPr>
      <w:r>
        <w:t xml:space="preserve">Informieren Sie sich auf der Tafelwerksergänzung „Datentypen“ über Ganzzahl-Typen. </w:t>
      </w:r>
    </w:p>
    <w:p w:rsidR="00AF4846" w:rsidRPr="00AF4846" w:rsidRDefault="00AF4846" w:rsidP="00AF4846">
      <w:pPr>
        <w:pStyle w:val="Textkrper"/>
        <w:numPr>
          <w:ilvl w:val="0"/>
          <w:numId w:val="7"/>
        </w:numPr>
        <w:spacing w:line="360" w:lineRule="auto"/>
        <w:rPr>
          <w:szCs w:val="20"/>
        </w:rPr>
      </w:pPr>
      <w:r>
        <w:t>Wählen Sie für die Variablen einen geeigneten Typ aus. Begründen Sie.</w:t>
      </w:r>
    </w:p>
    <w:p w:rsidR="00767293" w:rsidRPr="00767293" w:rsidRDefault="00767293" w:rsidP="00AF4846">
      <w:pPr>
        <w:pStyle w:val="Textkrper"/>
        <w:numPr>
          <w:ilvl w:val="0"/>
          <w:numId w:val="7"/>
        </w:numPr>
        <w:spacing w:line="360" w:lineRule="auto"/>
        <w:rPr>
          <w:szCs w:val="20"/>
        </w:rPr>
      </w:pPr>
      <w:r>
        <w:t xml:space="preserve">Informieren Sie sich auf der Tafelwerksergänzung „Operatoren“ über </w:t>
      </w:r>
      <w:r w:rsidR="00943B72" w:rsidRPr="00943B72">
        <w:rPr>
          <w:b/>
        </w:rPr>
        <w:sym w:font="Wingdings" w:char="F0E4"/>
      </w:r>
      <w:r w:rsidR="00943B72" w:rsidRPr="00943B72">
        <w:rPr>
          <w:b/>
        </w:rPr>
        <w:t xml:space="preserve"> </w:t>
      </w:r>
      <w:r w:rsidRPr="00943B72">
        <w:rPr>
          <w:b/>
        </w:rPr>
        <w:t>boolesche </w:t>
      </w:r>
      <w:r w:rsidR="00943B72" w:rsidRPr="00943B72">
        <w:rPr>
          <w:b/>
        </w:rPr>
        <w:t>Ausdrücke</w:t>
      </w:r>
      <w:r w:rsidR="00943B72" w:rsidRPr="00943B72">
        <w:t xml:space="preserve"> und </w:t>
      </w:r>
      <w:r w:rsidR="00943B72" w:rsidRPr="00943B72">
        <w:rPr>
          <w:b/>
        </w:rPr>
        <w:sym w:font="Wingdings" w:char="F0E4"/>
      </w:r>
      <w:r w:rsidR="00943B72">
        <w:rPr>
          <w:b/>
        </w:rPr>
        <w:t xml:space="preserve"> </w:t>
      </w:r>
      <w:r w:rsidR="00943B72" w:rsidRPr="00943B72">
        <w:rPr>
          <w:b/>
        </w:rPr>
        <w:t>Wertzuweisungen</w:t>
      </w:r>
      <w:r>
        <w:t xml:space="preserve">. </w:t>
      </w:r>
    </w:p>
    <w:p w:rsidR="00AF4846" w:rsidRPr="00AF4846" w:rsidRDefault="00FC4CAA" w:rsidP="00767293">
      <w:pPr>
        <w:pStyle w:val="Textkrper"/>
        <w:numPr>
          <w:ilvl w:val="0"/>
          <w:numId w:val="10"/>
        </w:numPr>
        <w:spacing w:line="360" w:lineRule="auto"/>
        <w:rPr>
          <w:szCs w:val="20"/>
        </w:rPr>
      </w:pPr>
      <w:r>
        <w:t xml:space="preserve">Vergleichen </w:t>
      </w:r>
      <w:r w:rsidR="00AF4846">
        <w:t>Sie Wertzuweisung in Java und im Struktogramm.</w:t>
      </w:r>
    </w:p>
    <w:p w:rsidR="00767293" w:rsidRPr="00767293" w:rsidRDefault="00FC4CAA" w:rsidP="00767293">
      <w:pPr>
        <w:pStyle w:val="Textkrper"/>
        <w:numPr>
          <w:ilvl w:val="0"/>
          <w:numId w:val="10"/>
        </w:numPr>
        <w:spacing w:line="360" w:lineRule="auto"/>
        <w:rPr>
          <w:szCs w:val="20"/>
        </w:rPr>
      </w:pPr>
      <w:r>
        <w:t>Vergleichen</w:t>
      </w:r>
      <w:r w:rsidR="00AF4846">
        <w:t xml:space="preserve"> Sie Gleichheitsvergleich in Java und im Struktogramm. </w:t>
      </w:r>
    </w:p>
    <w:p w:rsidR="00AF4846" w:rsidRPr="00F64F46" w:rsidRDefault="00AF4846" w:rsidP="00767293">
      <w:pPr>
        <w:pStyle w:val="Textkrper"/>
        <w:numPr>
          <w:ilvl w:val="0"/>
          <w:numId w:val="10"/>
        </w:numPr>
        <w:spacing w:line="360" w:lineRule="auto"/>
        <w:rPr>
          <w:szCs w:val="20"/>
        </w:rPr>
      </w:pPr>
      <w:r>
        <w:t>Markieren Sie im Struktogramm Wertzuweisungen und bool</w:t>
      </w:r>
      <w:r w:rsidR="00767293">
        <w:t>e</w:t>
      </w:r>
      <w:r>
        <w:t>sche Operationen</w:t>
      </w:r>
      <w:r w:rsidR="00767293">
        <w:t xml:space="preserve"> unterschiedlich</w:t>
      </w:r>
      <w:r>
        <w:t xml:space="preserve">. </w:t>
      </w:r>
    </w:p>
    <w:p w:rsidR="005811CD" w:rsidRDefault="00AF4846" w:rsidP="00AF4846">
      <w:pPr>
        <w:pStyle w:val="Textkrper"/>
        <w:numPr>
          <w:ilvl w:val="0"/>
          <w:numId w:val="7"/>
        </w:numPr>
        <w:spacing w:line="360" w:lineRule="auto"/>
        <w:rPr>
          <w:szCs w:val="20"/>
        </w:rPr>
      </w:pPr>
      <w:r>
        <w:rPr>
          <w:szCs w:val="20"/>
        </w:rPr>
        <w:t xml:space="preserve">Erläutern Sie den Unterschied zwischen einer kopf- und einer fußgesteuerten </w:t>
      </w:r>
      <w:r w:rsidR="00767293" w:rsidRPr="00767293">
        <w:rPr>
          <w:b/>
        </w:rPr>
        <w:sym w:font="Wingdings" w:char="F0E4"/>
      </w:r>
      <w:r w:rsidR="00767293" w:rsidRPr="00767293">
        <w:rPr>
          <w:b/>
        </w:rPr>
        <w:t xml:space="preserve"> </w:t>
      </w:r>
      <w:r w:rsidRPr="00767293">
        <w:rPr>
          <w:b/>
          <w:szCs w:val="20"/>
        </w:rPr>
        <w:t>Schleife</w:t>
      </w:r>
      <w:r>
        <w:rPr>
          <w:szCs w:val="20"/>
        </w:rPr>
        <w:t xml:space="preserve"> am Beispiel. </w:t>
      </w:r>
    </w:p>
    <w:p w:rsidR="00AF4846" w:rsidRDefault="00AF4846" w:rsidP="00AF4846">
      <w:pPr>
        <w:pStyle w:val="Textkrper"/>
        <w:numPr>
          <w:ilvl w:val="0"/>
          <w:numId w:val="7"/>
        </w:numPr>
        <w:spacing w:line="360" w:lineRule="auto"/>
        <w:rPr>
          <w:szCs w:val="20"/>
        </w:rPr>
      </w:pPr>
      <w:r>
        <w:rPr>
          <w:szCs w:val="20"/>
        </w:rPr>
        <w:t xml:space="preserve">Beschreiben Sie die Besonderheit bei der Umsetzung einer fußgesteuerten Schleife in </w:t>
      </w:r>
      <w:r w:rsidR="00FF6720" w:rsidRPr="00FF6720">
        <w:rPr>
          <w:b/>
        </w:rPr>
        <w:sym w:font="Wingdings" w:char="F0E4"/>
      </w:r>
      <w:r w:rsidR="00FF6720" w:rsidRPr="00FF6720">
        <w:rPr>
          <w:b/>
        </w:rPr>
        <w:t xml:space="preserve"> </w:t>
      </w:r>
      <w:r w:rsidRPr="00FF6720">
        <w:rPr>
          <w:b/>
          <w:szCs w:val="20"/>
        </w:rPr>
        <w:t>Java</w:t>
      </w:r>
      <w:r>
        <w:rPr>
          <w:szCs w:val="20"/>
        </w:rPr>
        <w:t>.</w:t>
      </w:r>
    </w:p>
    <w:p w:rsidR="00767293" w:rsidRDefault="00767293" w:rsidP="00AF4846">
      <w:pPr>
        <w:pStyle w:val="Textkrper"/>
        <w:numPr>
          <w:ilvl w:val="0"/>
          <w:numId w:val="7"/>
        </w:numPr>
        <w:spacing w:line="360" w:lineRule="auto"/>
        <w:rPr>
          <w:szCs w:val="20"/>
        </w:rPr>
      </w:pPr>
      <w:r>
        <w:rPr>
          <w:szCs w:val="20"/>
        </w:rPr>
        <w:t>Implementieren Sie das Struktogramm und testen Sie die korrekte Arbeitsweise des Algorithmus an den Zahlen 5, 20 und 131.</w:t>
      </w:r>
    </w:p>
    <w:p w:rsidR="00734CB8" w:rsidRDefault="00C61958" w:rsidP="00734CB8">
      <w:pPr>
        <w:pStyle w:val="berschrift2"/>
      </w:pPr>
      <w:r>
        <w:br w:type="page"/>
      </w:r>
      <w:r w:rsidR="00734CB8">
        <w:lastRenderedPageBreak/>
        <w:t>Berechnung des Osterfests</w:t>
      </w:r>
    </w:p>
    <w:p w:rsidR="00734CB8" w:rsidRDefault="007A1AEC" w:rsidP="00734CB8">
      <w:pPr>
        <w:pStyle w:val="Textkrper"/>
        <w:tabs>
          <w:tab w:val="right" w:pos="9639"/>
        </w:tabs>
        <w:spacing w:before="240" w:line="360" w:lineRule="auto"/>
      </w:pPr>
      <w:r>
        <w:rPr>
          <w:smallCaps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2890520</wp:posOffset>
            </wp:positionH>
            <wp:positionV relativeFrom="paragraph">
              <wp:posOffset>1195705</wp:posOffset>
            </wp:positionV>
            <wp:extent cx="3035935" cy="7144385"/>
            <wp:effectExtent l="0" t="0" r="0" b="0"/>
            <wp:wrapSquare wrapText="left"/>
            <wp:docPr id="275" name="Bild 275" descr="berechneOster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5" descr="berechneOstern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5935" cy="7144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4CB8" w:rsidRPr="005811CD">
        <w:rPr>
          <w:smallCaps/>
        </w:rPr>
        <w:t>Carl Friedrich Gauß</w:t>
      </w:r>
      <w:r w:rsidR="00734CB8">
        <w:t xml:space="preserve"> (1777 – 1855) entwickelte einen Algorithmus </w:t>
      </w:r>
      <w:r w:rsidR="00FC4CAA">
        <w:t>zur Berechnung des</w:t>
      </w:r>
      <w:r w:rsidR="00734CB8">
        <w:t xml:space="preserve"> Datum</w:t>
      </w:r>
      <w:r w:rsidR="00FC4CAA">
        <w:t>s</w:t>
      </w:r>
      <w:r w:rsidR="00734CB8">
        <w:t xml:space="preserve"> des Osterfestes. </w:t>
      </w:r>
      <w:r w:rsidR="00FC4CAA">
        <w:t>Dieses</w:t>
      </w:r>
      <w:r w:rsidR="00734CB8">
        <w:t xml:space="preserve"> </w:t>
      </w:r>
      <w:r w:rsidR="00734CB8" w:rsidRPr="004C19C8">
        <w:t>wird am ersten Sonntag nach dem ersten Frühlingsvollm</w:t>
      </w:r>
      <w:r w:rsidR="00BC1DCF">
        <w:t>ond gefeiert. Damit ist der 22. </w:t>
      </w:r>
      <w:r w:rsidR="00734CB8" w:rsidRPr="004C19C8">
        <w:t>März der früheste, der 25. April der letzt</w:t>
      </w:r>
      <w:r w:rsidR="00FC4CAA">
        <w:t xml:space="preserve">mögliche </w:t>
      </w:r>
      <w:r w:rsidR="00FC4CAA" w:rsidRPr="004C19C8">
        <w:t>Termin</w:t>
      </w:r>
      <w:r w:rsidR="00734CB8" w:rsidRPr="004C19C8">
        <w:t>, auf den Ostern fallen kann. Von diesem Termin hängen auch die Feste Christi Himmelfahrt</w:t>
      </w:r>
      <w:r w:rsidR="00734CB8">
        <w:t xml:space="preserve"> (</w:t>
      </w:r>
      <w:r w:rsidR="00734CB8" w:rsidRPr="004C19C8">
        <w:t>40</w:t>
      </w:r>
      <w:r w:rsidR="00BC1DCF">
        <w:t> </w:t>
      </w:r>
      <w:r w:rsidR="00734CB8" w:rsidRPr="004C19C8">
        <w:t>Tage nach Ostern</w:t>
      </w:r>
      <w:r w:rsidR="00734CB8">
        <w:t>)</w:t>
      </w:r>
      <w:r w:rsidR="00734CB8" w:rsidRPr="004C19C8">
        <w:t xml:space="preserve"> und Pfingsten</w:t>
      </w:r>
      <w:r w:rsidR="00734CB8">
        <w:t xml:space="preserve"> (</w:t>
      </w:r>
      <w:r w:rsidR="00734CB8" w:rsidRPr="004C19C8">
        <w:t>50</w:t>
      </w:r>
      <w:r w:rsidR="00BC1DCF">
        <w:t> </w:t>
      </w:r>
      <w:r w:rsidR="00734CB8" w:rsidRPr="004C19C8">
        <w:t>Tage nach Ostern</w:t>
      </w:r>
      <w:r w:rsidR="00734CB8">
        <w:t>)</w:t>
      </w:r>
      <w:r w:rsidR="00734CB8" w:rsidRPr="004C19C8">
        <w:t xml:space="preserve"> ab.</w:t>
      </w:r>
      <w:r w:rsidR="00734CB8">
        <w:t xml:space="preserve"> </w:t>
      </w:r>
    </w:p>
    <w:p w:rsidR="00CD3780" w:rsidRPr="00734CB8" w:rsidRDefault="00CD3780" w:rsidP="00734CB8">
      <w:pPr>
        <w:pStyle w:val="Textkrper"/>
        <w:numPr>
          <w:ilvl w:val="0"/>
          <w:numId w:val="11"/>
        </w:numPr>
        <w:spacing w:line="360" w:lineRule="auto"/>
        <w:rPr>
          <w:szCs w:val="20"/>
        </w:rPr>
      </w:pPr>
      <w:r>
        <w:t xml:space="preserve">Bestimmen Sie einen geeigneten Datentyp für die Variable </w:t>
      </w:r>
      <w:proofErr w:type="spellStart"/>
      <w:r w:rsidRPr="00BC1DCF">
        <w:rPr>
          <w:rFonts w:ascii="Courier New" w:hAnsi="Courier New" w:cs="Courier New"/>
        </w:rPr>
        <w:t>jahr</w:t>
      </w:r>
      <w:proofErr w:type="spellEnd"/>
      <w:r>
        <w:t>. Begründen Sie.</w:t>
      </w:r>
    </w:p>
    <w:p w:rsidR="00FF6720" w:rsidRPr="00FF6720" w:rsidRDefault="00943B72" w:rsidP="00BC1DCF">
      <w:pPr>
        <w:pStyle w:val="Textkrper"/>
        <w:numPr>
          <w:ilvl w:val="0"/>
          <w:numId w:val="11"/>
        </w:numPr>
        <w:spacing w:line="360" w:lineRule="auto"/>
        <w:rPr>
          <w:szCs w:val="20"/>
        </w:rPr>
      </w:pPr>
      <w:r>
        <w:t xml:space="preserve">Informieren Sie sich auf der Tafelwerksergänzung „Operatoren“ über </w:t>
      </w:r>
      <w:r w:rsidRPr="00943B72">
        <w:rPr>
          <w:b/>
        </w:rPr>
        <w:sym w:font="Wingdings" w:char="F0E4"/>
      </w:r>
      <w:r w:rsidR="005811CD">
        <w:rPr>
          <w:b/>
        </w:rPr>
        <w:t> </w:t>
      </w:r>
      <w:r w:rsidRPr="00943B72">
        <w:rPr>
          <w:b/>
        </w:rPr>
        <w:t>arithmetische Operatoren</w:t>
      </w:r>
      <w:r>
        <w:t xml:space="preserve">. </w:t>
      </w:r>
    </w:p>
    <w:p w:rsidR="00BC1DCF" w:rsidRPr="00943B72" w:rsidRDefault="00BC1DCF" w:rsidP="00BC1DCF">
      <w:pPr>
        <w:pStyle w:val="Textkrper"/>
        <w:numPr>
          <w:ilvl w:val="0"/>
          <w:numId w:val="11"/>
        </w:numPr>
        <w:spacing w:line="360" w:lineRule="auto"/>
        <w:rPr>
          <w:szCs w:val="20"/>
        </w:rPr>
      </w:pPr>
      <w:r>
        <w:t xml:space="preserve">Erläutern Sie die </w:t>
      </w:r>
      <w:r w:rsidRPr="00943B72">
        <w:t>Operationen MOD</w:t>
      </w:r>
      <w:r>
        <w:t xml:space="preserve"> und </w:t>
      </w:r>
      <w:r w:rsidRPr="00943B72">
        <w:t>DIV</w:t>
      </w:r>
      <w:r>
        <w:t xml:space="preserve"> an einem selbstgewählten Beispiel.</w:t>
      </w:r>
    </w:p>
    <w:p w:rsidR="00FF6720" w:rsidRDefault="007710AA" w:rsidP="00BC1DCF">
      <w:pPr>
        <w:pStyle w:val="Textkrper"/>
        <w:numPr>
          <w:ilvl w:val="0"/>
          <w:numId w:val="11"/>
        </w:numPr>
        <w:spacing w:line="360" w:lineRule="auto"/>
        <w:rPr>
          <w:szCs w:val="20"/>
        </w:rPr>
      </w:pPr>
      <w:r>
        <w:rPr>
          <w:szCs w:val="20"/>
        </w:rPr>
        <w:t xml:space="preserve">Erläutern Sie den Unterschied zwischen einer ein- und </w:t>
      </w:r>
      <w:r w:rsidR="001B7ADA">
        <w:rPr>
          <w:szCs w:val="20"/>
        </w:rPr>
        <w:t>zwei</w:t>
      </w:r>
      <w:r>
        <w:rPr>
          <w:szCs w:val="20"/>
        </w:rPr>
        <w:t xml:space="preserve">seitigen </w:t>
      </w:r>
      <w:r w:rsidRPr="00767293">
        <w:rPr>
          <w:b/>
        </w:rPr>
        <w:sym w:font="Wingdings" w:char="F0E4"/>
      </w:r>
      <w:r w:rsidRPr="00767293">
        <w:rPr>
          <w:b/>
        </w:rPr>
        <w:t xml:space="preserve"> </w:t>
      </w:r>
      <w:r w:rsidR="00FF6720">
        <w:rPr>
          <w:b/>
          <w:szCs w:val="20"/>
        </w:rPr>
        <w:t>Auswahl</w:t>
      </w:r>
      <w:r>
        <w:rPr>
          <w:szCs w:val="20"/>
        </w:rPr>
        <w:t xml:space="preserve"> am Beispiel.</w:t>
      </w:r>
    </w:p>
    <w:p w:rsidR="007710AA" w:rsidRPr="00FF6720" w:rsidRDefault="00943B72" w:rsidP="00BC1DCF">
      <w:pPr>
        <w:pStyle w:val="Textkrper"/>
        <w:numPr>
          <w:ilvl w:val="0"/>
          <w:numId w:val="11"/>
        </w:numPr>
        <w:spacing w:line="360" w:lineRule="auto"/>
        <w:rPr>
          <w:szCs w:val="20"/>
        </w:rPr>
      </w:pPr>
      <w:r>
        <w:t>Markieren Sie im Struktogramm die beiden Verzeigungsarten unterschiedlich</w:t>
      </w:r>
      <w:r w:rsidR="00FF6720">
        <w:t>.</w:t>
      </w:r>
    </w:p>
    <w:p w:rsidR="00FF6720" w:rsidRPr="00CD3780" w:rsidRDefault="00FF6720" w:rsidP="00BC1DCF">
      <w:pPr>
        <w:pStyle w:val="Textkrper"/>
        <w:numPr>
          <w:ilvl w:val="0"/>
          <w:numId w:val="11"/>
        </w:numPr>
        <w:spacing w:line="360" w:lineRule="auto"/>
        <w:rPr>
          <w:szCs w:val="20"/>
        </w:rPr>
      </w:pPr>
      <w:r>
        <w:t xml:space="preserve">Recherchieren Sie den </w:t>
      </w:r>
      <w:r w:rsidRPr="00FF6720">
        <w:rPr>
          <w:b/>
        </w:rPr>
        <w:sym w:font="Wingdings" w:char="F0E4"/>
      </w:r>
      <w:r w:rsidR="005811CD">
        <w:rPr>
          <w:b/>
        </w:rPr>
        <w:t> </w:t>
      </w:r>
      <w:r w:rsidRPr="00FF6720">
        <w:rPr>
          <w:b/>
        </w:rPr>
        <w:t>Datentyp Zeichenkette</w:t>
      </w:r>
      <w:r>
        <w:t xml:space="preserve"> und seine Umsetzung in Java.</w:t>
      </w:r>
    </w:p>
    <w:p w:rsidR="00734CB8" w:rsidRDefault="00734CB8" w:rsidP="00734CB8">
      <w:pPr>
        <w:pStyle w:val="Textkrper"/>
        <w:numPr>
          <w:ilvl w:val="0"/>
          <w:numId w:val="11"/>
        </w:numPr>
        <w:spacing w:line="360" w:lineRule="auto"/>
        <w:rPr>
          <w:szCs w:val="20"/>
        </w:rPr>
      </w:pPr>
      <w:r>
        <w:rPr>
          <w:szCs w:val="20"/>
        </w:rPr>
        <w:t xml:space="preserve">Implementieren Sie das Struktogramm und testen Sie die korrekte </w:t>
      </w:r>
      <w:r w:rsidR="00FC4CAA">
        <w:rPr>
          <w:szCs w:val="20"/>
        </w:rPr>
        <w:t>Arbeitsweise des Algorithmus</w:t>
      </w:r>
      <w:r>
        <w:rPr>
          <w:szCs w:val="20"/>
        </w:rPr>
        <w:t>.</w:t>
      </w:r>
    </w:p>
    <w:p w:rsidR="00734CB8" w:rsidRDefault="00CD3780" w:rsidP="00734CB8">
      <w:pPr>
        <w:pStyle w:val="Textkrper"/>
        <w:numPr>
          <w:ilvl w:val="0"/>
          <w:numId w:val="11"/>
        </w:numPr>
        <w:spacing w:line="360" w:lineRule="auto"/>
        <w:rPr>
          <w:szCs w:val="20"/>
        </w:rPr>
      </w:pPr>
      <w:r>
        <w:rPr>
          <w:szCs w:val="20"/>
        </w:rPr>
        <w:t xml:space="preserve">Der Algorithmus gilt in dieser Form nur für den gregorianischen Kalender, den Papst </w:t>
      </w:r>
      <w:r w:rsidRPr="005811CD">
        <w:rPr>
          <w:smallCaps/>
          <w:szCs w:val="20"/>
        </w:rPr>
        <w:t>Gregor</w:t>
      </w:r>
      <w:r w:rsidR="00F94273" w:rsidRPr="005811CD">
        <w:rPr>
          <w:smallCaps/>
          <w:szCs w:val="20"/>
        </w:rPr>
        <w:t> </w:t>
      </w:r>
      <w:r w:rsidRPr="005811CD">
        <w:rPr>
          <w:smallCaps/>
          <w:szCs w:val="20"/>
        </w:rPr>
        <w:t>XIII</w:t>
      </w:r>
      <w:r>
        <w:rPr>
          <w:szCs w:val="20"/>
        </w:rPr>
        <w:t xml:space="preserve"> im Jahr 1582 in Kraft setzte. Ändern Sie den Algorithmus so ab, dass für Jahreseingaben vor 1582 ein Hinweis erscheint.</w:t>
      </w:r>
    </w:p>
    <w:p w:rsidR="007710AA" w:rsidRDefault="007710AA" w:rsidP="007710AA">
      <w:pPr>
        <w:pStyle w:val="Textkrper"/>
        <w:numPr>
          <w:ilvl w:val="0"/>
          <w:numId w:val="11"/>
        </w:numPr>
        <w:spacing w:line="360" w:lineRule="auto"/>
        <w:rPr>
          <w:szCs w:val="20"/>
        </w:rPr>
      </w:pPr>
      <w:r w:rsidRPr="007710AA">
        <w:rPr>
          <w:szCs w:val="20"/>
        </w:rPr>
        <w:t xml:space="preserve">Erweitern Sie den Algorithmus um eine Aussage darüber, ob das </w:t>
      </w:r>
      <w:r>
        <w:rPr>
          <w:szCs w:val="20"/>
        </w:rPr>
        <w:t>eingegebene Jahr ein</w:t>
      </w:r>
      <w:r w:rsidR="00FC4CAA">
        <w:rPr>
          <w:szCs w:val="20"/>
        </w:rPr>
        <w:t>en</w:t>
      </w:r>
      <w:r>
        <w:rPr>
          <w:szCs w:val="20"/>
        </w:rPr>
        <w:t xml:space="preserve"> Schalttag hat(</w:t>
      </w:r>
      <w:proofErr w:type="spellStart"/>
      <w:r>
        <w:rPr>
          <w:szCs w:val="20"/>
        </w:rPr>
        <w:t>te</w:t>
      </w:r>
      <w:proofErr w:type="spellEnd"/>
      <w:r>
        <w:rPr>
          <w:szCs w:val="20"/>
        </w:rPr>
        <w:t>) oder nicht</w:t>
      </w:r>
      <w:r w:rsidRPr="007710AA">
        <w:rPr>
          <w:szCs w:val="20"/>
        </w:rPr>
        <w:t xml:space="preserve">. Recherchieren Sie dazu die </w:t>
      </w:r>
      <w:r>
        <w:rPr>
          <w:szCs w:val="20"/>
        </w:rPr>
        <w:t xml:space="preserve">korrekte </w:t>
      </w:r>
      <w:r w:rsidRPr="007710AA">
        <w:rPr>
          <w:szCs w:val="20"/>
        </w:rPr>
        <w:t>Schaltjahrregel.</w:t>
      </w:r>
      <w:r w:rsidR="00FC4CAA">
        <w:rPr>
          <w:szCs w:val="20"/>
        </w:rPr>
        <w:t xml:space="preserve"> Stellen Sie die Schaltjahrregel als Struktogramm dar.</w:t>
      </w:r>
    </w:p>
    <w:p w:rsidR="008A26B9" w:rsidRDefault="00CD3780" w:rsidP="00325B54">
      <w:pPr>
        <w:pStyle w:val="berschrift2"/>
      </w:pPr>
      <w:r>
        <w:br w:type="page"/>
      </w:r>
      <w:proofErr w:type="spellStart"/>
      <w:r w:rsidR="004D4F16" w:rsidRPr="004D4F16">
        <w:rPr>
          <w:smallCaps/>
        </w:rPr>
        <w:lastRenderedPageBreak/>
        <w:t>Zeller</w:t>
      </w:r>
      <w:r w:rsidR="004D4F16">
        <w:t>sche</w:t>
      </w:r>
      <w:proofErr w:type="spellEnd"/>
      <w:r w:rsidR="004D4F16">
        <w:t xml:space="preserve"> Formel</w:t>
      </w:r>
    </w:p>
    <w:p w:rsidR="00C61958" w:rsidRDefault="0012002A" w:rsidP="00325B54">
      <w:pPr>
        <w:pStyle w:val="Textkrper"/>
        <w:spacing w:line="360" w:lineRule="auto"/>
      </w:pPr>
      <w:r>
        <w:t>D</w:t>
      </w:r>
      <w:r w:rsidR="00E81704">
        <w:t xml:space="preserve">ie Gesetzmäßigkeiten des immerwährenden Kalenders wurden von dem Geistlichen </w:t>
      </w:r>
      <w:r w:rsidR="00E81704" w:rsidRPr="005811CD">
        <w:rPr>
          <w:smallCaps/>
        </w:rPr>
        <w:t>Christoph Zeller</w:t>
      </w:r>
      <w:r w:rsidR="00E81704">
        <w:t xml:space="preserve"> 1885 zu einer mathematischen Formel zusammengefasst. Der </w:t>
      </w:r>
      <w:r w:rsidR="00FC4CAA">
        <w:t>darauf fußende</w:t>
      </w:r>
      <w:r w:rsidR="00E81704">
        <w:t xml:space="preserve"> Algorithmus erlaubt es, für jedes Datum den Wochentag zu bestimmen.</w:t>
      </w:r>
      <w:r>
        <w:t xml:space="preserve"> </w:t>
      </w:r>
    </w:p>
    <w:p w:rsidR="001B7ADA" w:rsidRDefault="007A1AEC" w:rsidP="001B7ADA">
      <w:pPr>
        <w:pStyle w:val="Textkrper"/>
        <w:tabs>
          <w:tab w:val="right" w:pos="9639"/>
        </w:tabs>
        <w:spacing w:line="360" w:lineRule="auto"/>
        <w:jc w:val="center"/>
      </w:pPr>
      <w:r>
        <w:rPr>
          <w:noProof/>
        </w:rPr>
        <w:drawing>
          <wp:inline distT="0" distB="0" distL="0" distR="0">
            <wp:extent cx="4513580" cy="6342380"/>
            <wp:effectExtent l="0" t="0" r="0" b="0"/>
            <wp:docPr id="4" name="Bild 4" descr="zellerscheForm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zellerscheFormel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3580" cy="6342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7ADA" w:rsidRPr="00CD3780" w:rsidRDefault="001B7ADA" w:rsidP="001B7ADA">
      <w:pPr>
        <w:pStyle w:val="Textkrper"/>
        <w:numPr>
          <w:ilvl w:val="0"/>
          <w:numId w:val="12"/>
        </w:numPr>
        <w:spacing w:line="360" w:lineRule="auto"/>
        <w:rPr>
          <w:szCs w:val="20"/>
        </w:rPr>
      </w:pPr>
      <w:r>
        <w:rPr>
          <w:szCs w:val="20"/>
        </w:rPr>
        <w:t xml:space="preserve">Beschreiben Sie das Prinzip  einer mehrseitigen </w:t>
      </w:r>
      <w:r w:rsidRPr="00767293">
        <w:rPr>
          <w:b/>
        </w:rPr>
        <w:sym w:font="Wingdings" w:char="F0E4"/>
      </w:r>
      <w:r w:rsidRPr="00767293">
        <w:rPr>
          <w:b/>
        </w:rPr>
        <w:t xml:space="preserve"> </w:t>
      </w:r>
      <w:r w:rsidR="00FF6720">
        <w:rPr>
          <w:b/>
          <w:szCs w:val="20"/>
        </w:rPr>
        <w:t>Auswahl</w:t>
      </w:r>
      <w:r>
        <w:rPr>
          <w:szCs w:val="20"/>
        </w:rPr>
        <w:t xml:space="preserve"> am Beispiel.</w:t>
      </w:r>
    </w:p>
    <w:p w:rsidR="001B7ADA" w:rsidRDefault="001B7ADA" w:rsidP="001B7ADA">
      <w:pPr>
        <w:pStyle w:val="Textkrper"/>
        <w:numPr>
          <w:ilvl w:val="0"/>
          <w:numId w:val="12"/>
        </w:numPr>
        <w:spacing w:line="360" w:lineRule="auto"/>
        <w:rPr>
          <w:szCs w:val="20"/>
        </w:rPr>
      </w:pPr>
      <w:r>
        <w:rPr>
          <w:szCs w:val="20"/>
        </w:rPr>
        <w:t>Implementieren Sie das Struktogramm und testen Sie die korrekte Arbeitsweise des Algorithmus für verschiedene Eingaben.</w:t>
      </w:r>
    </w:p>
    <w:p w:rsidR="00FF6720" w:rsidRDefault="00FF6720" w:rsidP="001B7ADA">
      <w:pPr>
        <w:pStyle w:val="Textkrper"/>
        <w:numPr>
          <w:ilvl w:val="0"/>
          <w:numId w:val="12"/>
        </w:numPr>
        <w:spacing w:line="360" w:lineRule="auto"/>
        <w:rPr>
          <w:szCs w:val="20"/>
        </w:rPr>
      </w:pPr>
      <w:r>
        <w:rPr>
          <w:szCs w:val="20"/>
        </w:rPr>
        <w:t xml:space="preserve">Beim Implementieren können sich Fehler einschleichen. Informieren Sie sich über die Fehlerarten </w:t>
      </w:r>
      <w:r w:rsidRPr="00FF6720">
        <w:rPr>
          <w:b/>
        </w:rPr>
        <w:sym w:font="Wingdings" w:char="F0E4"/>
      </w:r>
      <w:r w:rsidRPr="00FF6720">
        <w:rPr>
          <w:b/>
        </w:rPr>
        <w:t xml:space="preserve"> </w:t>
      </w:r>
      <w:r w:rsidRPr="00FF6720">
        <w:rPr>
          <w:b/>
          <w:szCs w:val="20"/>
        </w:rPr>
        <w:t xml:space="preserve">Syntaxfehler, </w:t>
      </w:r>
      <w:r w:rsidRPr="00FF6720">
        <w:rPr>
          <w:b/>
        </w:rPr>
        <w:sym w:font="Wingdings" w:char="F0E4"/>
      </w:r>
      <w:r w:rsidRPr="00FF6720">
        <w:rPr>
          <w:b/>
        </w:rPr>
        <w:t xml:space="preserve"> </w:t>
      </w:r>
      <w:r w:rsidRPr="00FF6720">
        <w:rPr>
          <w:b/>
          <w:szCs w:val="20"/>
        </w:rPr>
        <w:t xml:space="preserve">logischer Fehler </w:t>
      </w:r>
      <w:r w:rsidRPr="00FF6720">
        <w:rPr>
          <w:szCs w:val="20"/>
        </w:rPr>
        <w:t>und</w:t>
      </w:r>
      <w:r w:rsidRPr="00FF6720">
        <w:rPr>
          <w:b/>
          <w:szCs w:val="20"/>
        </w:rPr>
        <w:t xml:space="preserve"> </w:t>
      </w:r>
      <w:r w:rsidRPr="00FF6720">
        <w:rPr>
          <w:b/>
        </w:rPr>
        <w:sym w:font="Wingdings" w:char="F0E4"/>
      </w:r>
      <w:r w:rsidRPr="00FF6720">
        <w:rPr>
          <w:b/>
        </w:rPr>
        <w:t xml:space="preserve"> </w:t>
      </w:r>
      <w:r w:rsidRPr="00FF6720">
        <w:rPr>
          <w:b/>
          <w:szCs w:val="20"/>
        </w:rPr>
        <w:t>Laufzeitfehler</w:t>
      </w:r>
      <w:r w:rsidRPr="00FF6720">
        <w:rPr>
          <w:szCs w:val="20"/>
        </w:rPr>
        <w:t>, deren Auffinden und Beheben</w:t>
      </w:r>
      <w:r>
        <w:rPr>
          <w:szCs w:val="20"/>
        </w:rPr>
        <w:t>.</w:t>
      </w:r>
    </w:p>
    <w:p w:rsidR="008A26B9" w:rsidRDefault="008A26B9" w:rsidP="001B7ADA">
      <w:pPr>
        <w:pStyle w:val="berschrift2"/>
      </w:pPr>
      <w:r>
        <w:br w:type="page"/>
      </w:r>
      <w:r w:rsidR="004D4F16">
        <w:lastRenderedPageBreak/>
        <w:t xml:space="preserve">Zahl </w:t>
      </w:r>
      <w:r w:rsidR="004D4F16" w:rsidRPr="008D0FD4">
        <w:rPr>
          <w:rFonts w:ascii="Symbol" w:hAnsi="Symbol"/>
          <w:szCs w:val="20"/>
        </w:rPr>
        <w:t></w:t>
      </w:r>
    </w:p>
    <w:p w:rsidR="0012002A" w:rsidRDefault="00FC4CAA" w:rsidP="001B7ADA">
      <w:pPr>
        <w:pStyle w:val="Textkrper"/>
        <w:tabs>
          <w:tab w:val="right" w:pos="9639"/>
        </w:tabs>
        <w:spacing w:line="360" w:lineRule="auto"/>
      </w:pPr>
      <w:r>
        <w:rPr>
          <w:noProof/>
        </w:rPr>
        <w:drawing>
          <wp:anchor distT="0" distB="0" distL="114300" distR="114300" simplePos="0" relativeHeight="251658752" behindDoc="0" locked="0" layoutInCell="1" allowOverlap="1" wp14:anchorId="7CE63352" wp14:editId="264BBC9D">
            <wp:simplePos x="0" y="0"/>
            <wp:positionH relativeFrom="column">
              <wp:posOffset>3034665</wp:posOffset>
            </wp:positionH>
            <wp:positionV relativeFrom="paragraph">
              <wp:posOffset>-398145</wp:posOffset>
            </wp:positionV>
            <wp:extent cx="2955290" cy="8850630"/>
            <wp:effectExtent l="19050" t="19050" r="16510" b="26670"/>
            <wp:wrapSquare wrapText="bothSides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apfhahn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5290" cy="885063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002A">
        <w:t xml:space="preserve">Die Zahl </w:t>
      </w:r>
      <w:r w:rsidR="0012002A" w:rsidRPr="008D0FD4">
        <w:rPr>
          <w:rFonts w:ascii="Symbol" w:hAnsi="Symbol"/>
          <w:szCs w:val="20"/>
        </w:rPr>
        <w:t></w:t>
      </w:r>
      <w:r w:rsidR="0012002A">
        <w:t xml:space="preserve"> ist eine der faszinierendsten Zahlen der Mathematik. Da ihre Ziffernfolge keine Logik erkennen lässt, wird sie in der Informatik zur Bestimmung von Pseudozufallszahlen eingesetzt. Eine Möglichkeit der </w:t>
      </w:r>
      <w:r w:rsidR="00292FC8">
        <w:t>Berechnung</w:t>
      </w:r>
      <w:r w:rsidR="0012002A">
        <w:t xml:space="preserve"> von </w:t>
      </w:r>
      <w:r w:rsidR="0012002A" w:rsidRPr="00250826">
        <w:rPr>
          <w:rFonts w:ascii="Symbol" w:hAnsi="Symbol"/>
        </w:rPr>
        <w:t></w:t>
      </w:r>
      <w:r w:rsidR="0012002A">
        <w:t xml:space="preserve"> auf n Stellen</w:t>
      </w:r>
      <w:r w:rsidR="00FF6720">
        <w:t xml:space="preserve"> hinter dem Komma</w:t>
      </w:r>
      <w:r w:rsidR="0012002A">
        <w:t xml:space="preserve"> bietet der sog. Zapfhahn- oder </w:t>
      </w:r>
      <w:proofErr w:type="spellStart"/>
      <w:r w:rsidR="0012002A">
        <w:t>Tröpfel</w:t>
      </w:r>
      <w:proofErr w:type="spellEnd"/>
      <w:r w:rsidR="0012002A">
        <w:t xml:space="preserve">-Algorithmus von </w:t>
      </w:r>
      <w:proofErr w:type="spellStart"/>
      <w:r w:rsidR="0012002A" w:rsidRPr="00FF6720">
        <w:rPr>
          <w:smallCaps/>
          <w:szCs w:val="20"/>
        </w:rPr>
        <w:t>Rabinowitz</w:t>
      </w:r>
      <w:proofErr w:type="spellEnd"/>
      <w:r w:rsidR="0012002A" w:rsidRPr="00FF6720">
        <w:rPr>
          <w:smallCaps/>
          <w:szCs w:val="20"/>
        </w:rPr>
        <w:t>/Wagon</w:t>
      </w:r>
      <w:r w:rsidR="0012002A">
        <w:rPr>
          <w:szCs w:val="20"/>
        </w:rPr>
        <w:t xml:space="preserve"> (1995)</w:t>
      </w:r>
      <w:r w:rsidR="0012002A">
        <w:t>, den das Struktogramm zeigt.</w:t>
      </w:r>
      <w:r w:rsidR="004D4F16">
        <w:t xml:space="preserve"> </w:t>
      </w:r>
    </w:p>
    <w:p w:rsidR="004D4F16" w:rsidRDefault="004D4F16" w:rsidP="004D4F16">
      <w:pPr>
        <w:pStyle w:val="Textkrper"/>
        <w:numPr>
          <w:ilvl w:val="0"/>
          <w:numId w:val="13"/>
        </w:numPr>
        <w:spacing w:line="360" w:lineRule="auto"/>
        <w:rPr>
          <w:szCs w:val="20"/>
        </w:rPr>
      </w:pPr>
      <w:r>
        <w:rPr>
          <w:szCs w:val="20"/>
        </w:rPr>
        <w:t xml:space="preserve">Beschreiben Sie das Prinzip und die Java-Umsetzung einer </w:t>
      </w:r>
      <w:r w:rsidRPr="004D4F16">
        <w:rPr>
          <w:b/>
        </w:rPr>
        <w:sym w:font="Wingdings" w:char="F0E4"/>
      </w:r>
      <w:r w:rsidRPr="004D4F16">
        <w:rPr>
          <w:b/>
          <w:szCs w:val="20"/>
        </w:rPr>
        <w:t xml:space="preserve"> Zahlschleife</w:t>
      </w:r>
      <w:r>
        <w:rPr>
          <w:szCs w:val="20"/>
        </w:rPr>
        <w:t>.</w:t>
      </w:r>
    </w:p>
    <w:p w:rsidR="004D4F16" w:rsidRPr="00CD3780" w:rsidRDefault="004D4F16" w:rsidP="004D4F16">
      <w:pPr>
        <w:pStyle w:val="Textkrper"/>
        <w:numPr>
          <w:ilvl w:val="0"/>
          <w:numId w:val="13"/>
        </w:numPr>
        <w:spacing w:line="360" w:lineRule="auto"/>
        <w:rPr>
          <w:szCs w:val="20"/>
        </w:rPr>
      </w:pPr>
      <w:r>
        <w:rPr>
          <w:szCs w:val="20"/>
        </w:rPr>
        <w:t xml:space="preserve">Ordnen Sie den vorhandenen Zählschleifen die Begriffe auf- bzw. absteigende Schleife zu. </w:t>
      </w:r>
    </w:p>
    <w:p w:rsidR="004D4F16" w:rsidRDefault="004D4F16" w:rsidP="004D4F16">
      <w:pPr>
        <w:pStyle w:val="Textkrper"/>
        <w:numPr>
          <w:ilvl w:val="0"/>
          <w:numId w:val="13"/>
        </w:numPr>
        <w:spacing w:line="360" w:lineRule="auto"/>
        <w:rPr>
          <w:szCs w:val="20"/>
        </w:rPr>
      </w:pPr>
      <w:r>
        <w:rPr>
          <w:szCs w:val="20"/>
        </w:rPr>
        <w:t xml:space="preserve">Informieren Sie sich über das Prinzip eines </w:t>
      </w:r>
      <w:r w:rsidRPr="004D4F16">
        <w:rPr>
          <w:b/>
        </w:rPr>
        <w:sym w:font="Wingdings" w:char="F0E4"/>
      </w:r>
      <w:r w:rsidR="00FC4CAA">
        <w:rPr>
          <w:b/>
          <w:szCs w:val="20"/>
        </w:rPr>
        <w:t> </w:t>
      </w:r>
      <w:r w:rsidRPr="004D4F16">
        <w:rPr>
          <w:b/>
          <w:szCs w:val="20"/>
        </w:rPr>
        <w:t>Feld</w:t>
      </w:r>
      <w:r>
        <w:rPr>
          <w:szCs w:val="20"/>
        </w:rPr>
        <w:t>es als Datenstruktur. Beschreiben Sie mit Hilfe de</w:t>
      </w:r>
      <w:r w:rsidR="004B15F6">
        <w:rPr>
          <w:szCs w:val="20"/>
        </w:rPr>
        <w:t>s</w:t>
      </w:r>
      <w:r>
        <w:rPr>
          <w:szCs w:val="20"/>
        </w:rPr>
        <w:t xml:space="preserve"> </w:t>
      </w:r>
      <w:r w:rsidR="004B15F6">
        <w:rPr>
          <w:szCs w:val="20"/>
        </w:rPr>
        <w:t>Arbeitsblattes</w:t>
      </w:r>
      <w:r w:rsidR="00FF6720">
        <w:rPr>
          <w:szCs w:val="20"/>
        </w:rPr>
        <w:t xml:space="preserve"> „</w:t>
      </w:r>
      <w:r w:rsidR="004B15F6">
        <w:rPr>
          <w:szCs w:val="20"/>
        </w:rPr>
        <w:t>Datenf</w:t>
      </w:r>
      <w:r w:rsidR="00FF6720">
        <w:rPr>
          <w:szCs w:val="20"/>
        </w:rPr>
        <w:t>elder</w:t>
      </w:r>
      <w:r w:rsidR="004B15F6">
        <w:rPr>
          <w:szCs w:val="20"/>
        </w:rPr>
        <w:t xml:space="preserve"> (Array) in Java</w:t>
      </w:r>
      <w:r w:rsidR="00FF6720">
        <w:rPr>
          <w:szCs w:val="20"/>
        </w:rPr>
        <w:t>“</w:t>
      </w:r>
      <w:r>
        <w:rPr>
          <w:szCs w:val="20"/>
        </w:rPr>
        <w:t xml:space="preserve"> die Umsetzung in Java.</w:t>
      </w:r>
    </w:p>
    <w:p w:rsidR="004D4F16" w:rsidRDefault="004D4F16" w:rsidP="004D4F16">
      <w:pPr>
        <w:pStyle w:val="Textkrper"/>
        <w:numPr>
          <w:ilvl w:val="0"/>
          <w:numId w:val="13"/>
        </w:numPr>
        <w:spacing w:line="360" w:lineRule="auto"/>
        <w:rPr>
          <w:szCs w:val="20"/>
        </w:rPr>
      </w:pPr>
      <w:r>
        <w:rPr>
          <w:szCs w:val="20"/>
        </w:rPr>
        <w:t>Implementieren Sie das Struktogramm und testen Sie die korrekte Arbeitsweise des Algorithmus für verschiedene Eingaben.</w:t>
      </w:r>
    </w:p>
    <w:p w:rsidR="004D4F16" w:rsidRDefault="004D4F16" w:rsidP="004D4F16">
      <w:pPr>
        <w:pStyle w:val="Textkrper"/>
        <w:tabs>
          <w:tab w:val="right" w:pos="9639"/>
        </w:tabs>
        <w:spacing w:line="360" w:lineRule="auto"/>
        <w:jc w:val="center"/>
      </w:pPr>
    </w:p>
    <w:sectPr w:rsidR="004D4F16" w:rsidSect="0012002A">
      <w:headerReference w:type="default" r:id="rId14"/>
      <w:footerReference w:type="default" r:id="rId15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B02" w:rsidRDefault="00413B02">
      <w:r>
        <w:separator/>
      </w:r>
    </w:p>
  </w:endnote>
  <w:endnote w:type="continuationSeparator" w:id="0">
    <w:p w:rsidR="00413B02" w:rsidRDefault="00413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B6A" w:rsidRPr="009D3346" w:rsidRDefault="00753B6A" w:rsidP="00E922B7">
    <w:pPr>
      <w:pStyle w:val="Fuzeile"/>
      <w:pBdr>
        <w:top w:val="single" w:sz="4" w:space="1" w:color="auto"/>
      </w:pBdr>
      <w:jc w:val="center"/>
      <w:rPr>
        <w:rFonts w:ascii="Arial" w:hAnsi="Arial" w:cs="Arial"/>
        <w:sz w:val="16"/>
        <w:szCs w:val="16"/>
      </w:rPr>
    </w:pPr>
    <w:r w:rsidRPr="009D3346">
      <w:rPr>
        <w:rFonts w:ascii="Arial" w:hAnsi="Arial" w:cs="Arial"/>
        <w:sz w:val="16"/>
        <w:szCs w:val="16"/>
      </w:rPr>
      <w:t xml:space="preserve">© T. Hempel · Version vom </w:t>
    </w:r>
    <w:r w:rsidRPr="009D3346">
      <w:rPr>
        <w:rFonts w:ascii="Arial" w:hAnsi="Arial" w:cs="Arial"/>
        <w:sz w:val="16"/>
        <w:szCs w:val="16"/>
      </w:rPr>
      <w:fldChar w:fldCharType="begin"/>
    </w:r>
    <w:r w:rsidRPr="009D3346">
      <w:rPr>
        <w:rFonts w:ascii="Arial" w:hAnsi="Arial" w:cs="Arial"/>
        <w:sz w:val="16"/>
        <w:szCs w:val="16"/>
      </w:rPr>
      <w:instrText xml:space="preserve"> SAVEDATE  \@ "dd.MM.yyyy"  \* MERGEFORMAT </w:instrText>
    </w:r>
    <w:r w:rsidRPr="009D3346">
      <w:rPr>
        <w:rFonts w:ascii="Arial" w:hAnsi="Arial" w:cs="Arial"/>
        <w:sz w:val="16"/>
        <w:szCs w:val="16"/>
      </w:rPr>
      <w:fldChar w:fldCharType="separate"/>
    </w:r>
    <w:r w:rsidR="00B11779">
      <w:rPr>
        <w:rFonts w:ascii="Arial" w:hAnsi="Arial" w:cs="Arial"/>
        <w:noProof/>
        <w:sz w:val="16"/>
        <w:szCs w:val="16"/>
      </w:rPr>
      <w:t>22.02.2015</w:t>
    </w:r>
    <w:r w:rsidRPr="009D3346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B02" w:rsidRDefault="00413B02">
      <w:r>
        <w:separator/>
      </w:r>
    </w:p>
  </w:footnote>
  <w:footnote w:type="continuationSeparator" w:id="0">
    <w:p w:rsidR="00413B02" w:rsidRDefault="00413B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auto"/>
      </w:tblBorders>
      <w:tblLook w:val="01E0" w:firstRow="1" w:lastRow="1" w:firstColumn="1" w:lastColumn="1" w:noHBand="0" w:noVBand="0"/>
    </w:tblPr>
    <w:tblGrid>
      <w:gridCol w:w="1126"/>
      <w:gridCol w:w="8204"/>
    </w:tblGrid>
    <w:tr w:rsidR="00753B6A" w:rsidRPr="0012002A" w:rsidTr="00973E0A">
      <w:tc>
        <w:tcPr>
          <w:tcW w:w="1008" w:type="dxa"/>
        </w:tcPr>
        <w:p w:rsidR="00753B6A" w:rsidRPr="0012002A" w:rsidRDefault="007A1AEC" w:rsidP="00973E0A">
          <w:pPr>
            <w:pStyle w:val="Kopfzeile"/>
            <w:tabs>
              <w:tab w:val="clear" w:pos="4536"/>
              <w:tab w:val="clear" w:pos="9072"/>
            </w:tabs>
            <w:rPr>
              <w:rFonts w:ascii="Arial" w:hAnsi="Arial" w:cs="Arial"/>
            </w:rPr>
          </w:pPr>
          <w:r>
            <w:rPr>
              <w:rFonts w:ascii="Arial" w:hAnsi="Arial" w:cs="Arial"/>
              <w:noProof/>
            </w:rPr>
            <w:drawing>
              <wp:inline distT="0" distB="0" distL="0" distR="0">
                <wp:extent cx="577850" cy="526415"/>
                <wp:effectExtent l="0" t="0" r="0" b="0"/>
                <wp:docPr id="6" name="Bild 6" descr="eu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eule"/>
                        <pic:cNvPicPr>
                          <a:picLocks noChangeAspect="1" noChangeArrowheads="1" noCrop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7850" cy="526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04" w:type="dxa"/>
          <w:vAlign w:val="center"/>
        </w:tcPr>
        <w:p w:rsidR="00753B6A" w:rsidRPr="0012002A" w:rsidRDefault="00CD5723" w:rsidP="00973E0A">
          <w:pPr>
            <w:pStyle w:val="Kopfzeile"/>
            <w:tabs>
              <w:tab w:val="clear" w:pos="4536"/>
              <w:tab w:val="clear" w:pos="9072"/>
            </w:tabs>
            <w:spacing w:after="120"/>
            <w:rPr>
              <w:rFonts w:ascii="Arial" w:hAnsi="Arial" w:cs="Arial"/>
              <w:b/>
              <w:sz w:val="32"/>
              <w:szCs w:val="32"/>
            </w:rPr>
          </w:pPr>
          <w:r>
            <w:rPr>
              <w:rFonts w:ascii="Arial" w:hAnsi="Arial" w:cs="Arial"/>
              <w:b/>
              <w:sz w:val="32"/>
              <w:szCs w:val="32"/>
            </w:rPr>
            <w:t>Imperatives Problemlösen in Java</w:t>
          </w:r>
        </w:p>
        <w:p w:rsidR="0037159F" w:rsidRPr="0012002A" w:rsidRDefault="0037159F" w:rsidP="00973E0A">
          <w:pPr>
            <w:pStyle w:val="Kopfzeile"/>
            <w:tabs>
              <w:tab w:val="clear" w:pos="4536"/>
              <w:tab w:val="clear" w:pos="9072"/>
              <w:tab w:val="right" w:pos="4032"/>
              <w:tab w:val="right" w:pos="7452"/>
            </w:tabs>
            <w:rPr>
              <w:rFonts w:ascii="Arial" w:hAnsi="Arial" w:cs="Arial"/>
              <w:b/>
            </w:rPr>
          </w:pPr>
          <w:r w:rsidRPr="0012002A">
            <w:rPr>
              <w:rFonts w:ascii="Arial" w:hAnsi="Arial" w:cs="Arial"/>
              <w:b/>
            </w:rPr>
            <w:t xml:space="preserve">Name: </w:t>
          </w:r>
          <w:r w:rsidRPr="0012002A">
            <w:rPr>
              <w:rFonts w:ascii="Arial" w:hAnsi="Arial" w:cs="Arial"/>
              <w:b/>
            </w:rPr>
            <w:tab/>
            <w:t xml:space="preserve">Vorname: </w:t>
          </w:r>
          <w:r w:rsidRPr="0012002A">
            <w:rPr>
              <w:rFonts w:ascii="Arial" w:hAnsi="Arial" w:cs="Arial"/>
              <w:b/>
            </w:rPr>
            <w:tab/>
            <w:t>Klasse:</w:t>
          </w:r>
        </w:p>
      </w:tc>
    </w:tr>
  </w:tbl>
  <w:p w:rsidR="00753B6A" w:rsidRPr="0012002A" w:rsidRDefault="00753B6A">
    <w:pPr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D7E28"/>
    <w:multiLevelType w:val="hybridMultilevel"/>
    <w:tmpl w:val="38AA56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093DA2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172172B0"/>
    <w:multiLevelType w:val="multilevel"/>
    <w:tmpl w:val="0407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3">
    <w:nsid w:val="1A932DC6"/>
    <w:multiLevelType w:val="multilevel"/>
    <w:tmpl w:val="F4226F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2AA833DC"/>
    <w:multiLevelType w:val="multilevel"/>
    <w:tmpl w:val="5D64547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5">
    <w:nsid w:val="33EE7800"/>
    <w:multiLevelType w:val="hybridMultilevel"/>
    <w:tmpl w:val="6A769732"/>
    <w:lvl w:ilvl="0" w:tplc="CC56924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2F5376"/>
    <w:multiLevelType w:val="hybridMultilevel"/>
    <w:tmpl w:val="2C8ED078"/>
    <w:lvl w:ilvl="0" w:tplc="CC56924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8225B0"/>
    <w:multiLevelType w:val="multilevel"/>
    <w:tmpl w:val="1A8CD55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49185D0E"/>
    <w:multiLevelType w:val="hybridMultilevel"/>
    <w:tmpl w:val="6A769732"/>
    <w:lvl w:ilvl="0" w:tplc="CC56924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F84247"/>
    <w:multiLevelType w:val="hybridMultilevel"/>
    <w:tmpl w:val="6A769732"/>
    <w:lvl w:ilvl="0" w:tplc="CC56924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803D8C"/>
    <w:multiLevelType w:val="hybridMultilevel"/>
    <w:tmpl w:val="EAC065BC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7921A85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7AE569B3"/>
    <w:multiLevelType w:val="hybridMultilevel"/>
    <w:tmpl w:val="6A769732"/>
    <w:lvl w:ilvl="0" w:tplc="CC56924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7"/>
  </w:num>
  <w:num w:numId="3">
    <w:abstractNumId w:val="1"/>
  </w:num>
  <w:num w:numId="4">
    <w:abstractNumId w:val="3"/>
  </w:num>
  <w:num w:numId="5">
    <w:abstractNumId w:val="0"/>
  </w:num>
  <w:num w:numId="6">
    <w:abstractNumId w:val="10"/>
  </w:num>
  <w:num w:numId="7">
    <w:abstractNumId w:val="12"/>
  </w:num>
  <w:num w:numId="8">
    <w:abstractNumId w:val="6"/>
  </w:num>
  <w:num w:numId="9">
    <w:abstractNumId w:val="2"/>
  </w:num>
  <w:num w:numId="10">
    <w:abstractNumId w:val="4"/>
  </w:num>
  <w:num w:numId="11">
    <w:abstractNumId w:val="5"/>
  </w:num>
  <w:num w:numId="12">
    <w:abstractNumId w:val="8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04B"/>
    <w:rsid w:val="00047C32"/>
    <w:rsid w:val="0010390F"/>
    <w:rsid w:val="0012002A"/>
    <w:rsid w:val="00140229"/>
    <w:rsid w:val="00140789"/>
    <w:rsid w:val="001A28EE"/>
    <w:rsid w:val="001B7ADA"/>
    <w:rsid w:val="001E359A"/>
    <w:rsid w:val="001E3C45"/>
    <w:rsid w:val="00292FC8"/>
    <w:rsid w:val="00325B54"/>
    <w:rsid w:val="003624AD"/>
    <w:rsid w:val="0037159F"/>
    <w:rsid w:val="003B205A"/>
    <w:rsid w:val="003F1514"/>
    <w:rsid w:val="00413B02"/>
    <w:rsid w:val="00443235"/>
    <w:rsid w:val="004B15F6"/>
    <w:rsid w:val="004C19C8"/>
    <w:rsid w:val="004D4F16"/>
    <w:rsid w:val="00515F0C"/>
    <w:rsid w:val="005811CD"/>
    <w:rsid w:val="005A5F6C"/>
    <w:rsid w:val="005B54B2"/>
    <w:rsid w:val="006906CA"/>
    <w:rsid w:val="006A1BC6"/>
    <w:rsid w:val="006C7B28"/>
    <w:rsid w:val="006F7DD6"/>
    <w:rsid w:val="00734CB8"/>
    <w:rsid w:val="00742F9D"/>
    <w:rsid w:val="007440E6"/>
    <w:rsid w:val="00753B6A"/>
    <w:rsid w:val="00767293"/>
    <w:rsid w:val="007710AA"/>
    <w:rsid w:val="007730F1"/>
    <w:rsid w:val="007A17D4"/>
    <w:rsid w:val="007A1AEC"/>
    <w:rsid w:val="007D21B2"/>
    <w:rsid w:val="00836ABF"/>
    <w:rsid w:val="00863E82"/>
    <w:rsid w:val="008A26B9"/>
    <w:rsid w:val="00943B72"/>
    <w:rsid w:val="0097065E"/>
    <w:rsid w:val="00973E0A"/>
    <w:rsid w:val="009A1796"/>
    <w:rsid w:val="009B49F6"/>
    <w:rsid w:val="009D3346"/>
    <w:rsid w:val="00A130C1"/>
    <w:rsid w:val="00A30F2B"/>
    <w:rsid w:val="00AB00BF"/>
    <w:rsid w:val="00AB0D34"/>
    <w:rsid w:val="00AD3CA8"/>
    <w:rsid w:val="00AF4846"/>
    <w:rsid w:val="00B11779"/>
    <w:rsid w:val="00BC1DCF"/>
    <w:rsid w:val="00BD0CD0"/>
    <w:rsid w:val="00BD18A1"/>
    <w:rsid w:val="00C27B80"/>
    <w:rsid w:val="00C31E28"/>
    <w:rsid w:val="00C61958"/>
    <w:rsid w:val="00C83D0B"/>
    <w:rsid w:val="00C92CD1"/>
    <w:rsid w:val="00CB047D"/>
    <w:rsid w:val="00CB3A66"/>
    <w:rsid w:val="00CB404B"/>
    <w:rsid w:val="00CC172E"/>
    <w:rsid w:val="00CD3780"/>
    <w:rsid w:val="00CD5723"/>
    <w:rsid w:val="00CF2A05"/>
    <w:rsid w:val="00D61E55"/>
    <w:rsid w:val="00D661B4"/>
    <w:rsid w:val="00D7291A"/>
    <w:rsid w:val="00E52D9E"/>
    <w:rsid w:val="00E604E5"/>
    <w:rsid w:val="00E81704"/>
    <w:rsid w:val="00E922B7"/>
    <w:rsid w:val="00F21C66"/>
    <w:rsid w:val="00F26F5D"/>
    <w:rsid w:val="00F50907"/>
    <w:rsid w:val="00F63DBE"/>
    <w:rsid w:val="00F64F46"/>
    <w:rsid w:val="00F94273"/>
    <w:rsid w:val="00FA6D86"/>
    <w:rsid w:val="00FA7A3F"/>
    <w:rsid w:val="00FC4CAA"/>
    <w:rsid w:val="00FF1223"/>
    <w:rsid w:val="00FF6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E81704"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CD572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5B54B2"/>
    <w:pPr>
      <w:keepNext/>
      <w:spacing w:before="240" w:after="60"/>
      <w:outlineLvl w:val="1"/>
    </w:pPr>
    <w:rPr>
      <w:rFonts w:ascii="Arial" w:hAnsi="Arial" w:cs="Arial"/>
      <w:b/>
      <w:bCs/>
      <w:iCs/>
      <w:szCs w:val="28"/>
    </w:rPr>
  </w:style>
  <w:style w:type="paragraph" w:styleId="berschrift3">
    <w:name w:val="heading 3"/>
    <w:basedOn w:val="Standard"/>
    <w:next w:val="Standard"/>
    <w:qFormat/>
    <w:rsid w:val="00E922B7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922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922B7"/>
    <w:pPr>
      <w:tabs>
        <w:tab w:val="center" w:pos="4536"/>
        <w:tab w:val="right" w:pos="9072"/>
      </w:tabs>
    </w:pPr>
  </w:style>
  <w:style w:type="table" w:customStyle="1" w:styleId="Tabellengitternetz">
    <w:name w:val="Tabellengitternetz"/>
    <w:basedOn w:val="NormaleTabelle"/>
    <w:rsid w:val="00E922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rsid w:val="00E81704"/>
    <w:pPr>
      <w:jc w:val="both"/>
    </w:pPr>
    <w:rPr>
      <w:rFonts w:ascii="Arial" w:hAnsi="Arial" w:cs="Arial"/>
      <w:sz w:val="20"/>
    </w:rPr>
  </w:style>
  <w:style w:type="paragraph" w:customStyle="1" w:styleId="LfdAbs">
    <w:name w:val="LfdAbs"/>
    <w:basedOn w:val="Standard"/>
    <w:rsid w:val="00E81704"/>
    <w:pPr>
      <w:tabs>
        <w:tab w:val="right" w:pos="9356"/>
      </w:tabs>
      <w:spacing w:before="60"/>
      <w:ind w:left="720"/>
      <w:jc w:val="both"/>
    </w:pPr>
    <w:rPr>
      <w:szCs w:val="20"/>
    </w:rPr>
  </w:style>
  <w:style w:type="paragraph" w:customStyle="1" w:styleId="LfdAbs-Kommentar">
    <w:name w:val="LfdAbs-Kommentar"/>
    <w:basedOn w:val="LfdAbs"/>
    <w:next w:val="LfdAbs"/>
    <w:rsid w:val="00E81704"/>
    <w:rPr>
      <w:i/>
      <w:sz w:val="20"/>
    </w:rPr>
  </w:style>
  <w:style w:type="character" w:styleId="Kommentarzeichen">
    <w:name w:val="annotation reference"/>
    <w:semiHidden/>
    <w:rsid w:val="00E81704"/>
    <w:rPr>
      <w:sz w:val="16"/>
      <w:szCs w:val="16"/>
    </w:rPr>
  </w:style>
  <w:style w:type="paragraph" w:styleId="Kommentartext">
    <w:name w:val="annotation text"/>
    <w:basedOn w:val="Standard"/>
    <w:semiHidden/>
    <w:rsid w:val="00E81704"/>
    <w:rPr>
      <w:sz w:val="20"/>
      <w:szCs w:val="20"/>
    </w:rPr>
  </w:style>
  <w:style w:type="paragraph" w:styleId="Sprechblasentext">
    <w:name w:val="Balloon Text"/>
    <w:basedOn w:val="Standard"/>
    <w:semiHidden/>
    <w:rsid w:val="00E81704"/>
    <w:rPr>
      <w:rFonts w:ascii="Tahoma" w:hAnsi="Tahoma" w:cs="Tahoma"/>
      <w:sz w:val="16"/>
      <w:szCs w:val="16"/>
    </w:rPr>
  </w:style>
  <w:style w:type="table" w:styleId="MittleresRaster1-Akzent5">
    <w:name w:val="Medium Grid 1 Accent 5"/>
    <w:basedOn w:val="NormaleTabelle"/>
    <w:uiPriority w:val="67"/>
    <w:rsid w:val="005B54B2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ittleresRaster2-Akzent3">
    <w:name w:val="Medium Grid 2 Accent 3"/>
    <w:basedOn w:val="NormaleTabelle"/>
    <w:uiPriority w:val="68"/>
    <w:rsid w:val="005B54B2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E81704"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CD572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5B54B2"/>
    <w:pPr>
      <w:keepNext/>
      <w:spacing w:before="240" w:after="60"/>
      <w:outlineLvl w:val="1"/>
    </w:pPr>
    <w:rPr>
      <w:rFonts w:ascii="Arial" w:hAnsi="Arial" w:cs="Arial"/>
      <w:b/>
      <w:bCs/>
      <w:iCs/>
      <w:szCs w:val="28"/>
    </w:rPr>
  </w:style>
  <w:style w:type="paragraph" w:styleId="berschrift3">
    <w:name w:val="heading 3"/>
    <w:basedOn w:val="Standard"/>
    <w:next w:val="Standard"/>
    <w:qFormat/>
    <w:rsid w:val="00E922B7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922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922B7"/>
    <w:pPr>
      <w:tabs>
        <w:tab w:val="center" w:pos="4536"/>
        <w:tab w:val="right" w:pos="9072"/>
      </w:tabs>
    </w:pPr>
  </w:style>
  <w:style w:type="table" w:customStyle="1" w:styleId="Tabellengitternetz">
    <w:name w:val="Tabellengitternetz"/>
    <w:basedOn w:val="NormaleTabelle"/>
    <w:rsid w:val="00E922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rsid w:val="00E81704"/>
    <w:pPr>
      <w:jc w:val="both"/>
    </w:pPr>
    <w:rPr>
      <w:rFonts w:ascii="Arial" w:hAnsi="Arial" w:cs="Arial"/>
      <w:sz w:val="20"/>
    </w:rPr>
  </w:style>
  <w:style w:type="paragraph" w:customStyle="1" w:styleId="LfdAbs">
    <w:name w:val="LfdAbs"/>
    <w:basedOn w:val="Standard"/>
    <w:rsid w:val="00E81704"/>
    <w:pPr>
      <w:tabs>
        <w:tab w:val="right" w:pos="9356"/>
      </w:tabs>
      <w:spacing w:before="60"/>
      <w:ind w:left="720"/>
      <w:jc w:val="both"/>
    </w:pPr>
    <w:rPr>
      <w:szCs w:val="20"/>
    </w:rPr>
  </w:style>
  <w:style w:type="paragraph" w:customStyle="1" w:styleId="LfdAbs-Kommentar">
    <w:name w:val="LfdAbs-Kommentar"/>
    <w:basedOn w:val="LfdAbs"/>
    <w:next w:val="LfdAbs"/>
    <w:rsid w:val="00E81704"/>
    <w:rPr>
      <w:i/>
      <w:sz w:val="20"/>
    </w:rPr>
  </w:style>
  <w:style w:type="character" w:styleId="Kommentarzeichen">
    <w:name w:val="annotation reference"/>
    <w:semiHidden/>
    <w:rsid w:val="00E81704"/>
    <w:rPr>
      <w:sz w:val="16"/>
      <w:szCs w:val="16"/>
    </w:rPr>
  </w:style>
  <w:style w:type="paragraph" w:styleId="Kommentartext">
    <w:name w:val="annotation text"/>
    <w:basedOn w:val="Standard"/>
    <w:semiHidden/>
    <w:rsid w:val="00E81704"/>
    <w:rPr>
      <w:sz w:val="20"/>
      <w:szCs w:val="20"/>
    </w:rPr>
  </w:style>
  <w:style w:type="paragraph" w:styleId="Sprechblasentext">
    <w:name w:val="Balloon Text"/>
    <w:basedOn w:val="Standard"/>
    <w:semiHidden/>
    <w:rsid w:val="00E81704"/>
    <w:rPr>
      <w:rFonts w:ascii="Tahoma" w:hAnsi="Tahoma" w:cs="Tahoma"/>
      <w:sz w:val="16"/>
      <w:szCs w:val="16"/>
    </w:rPr>
  </w:style>
  <w:style w:type="table" w:styleId="MittleresRaster1-Akzent5">
    <w:name w:val="Medium Grid 1 Accent 5"/>
    <w:basedOn w:val="NormaleTabelle"/>
    <w:uiPriority w:val="67"/>
    <w:rsid w:val="005B54B2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ittleresRaster2-Akzent3">
    <w:name w:val="Medium Grid 2 Accent 3"/>
    <w:basedOn w:val="NormaleTabelle"/>
    <w:uiPriority w:val="68"/>
    <w:rsid w:val="005B54B2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7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THempel\Anwendungsdaten\Microsoft\Vorlagen\Arbeitsauftrag%20Informatik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Arbeitsauftrag Informatik.dot</Template>
  <TotalTime>0</TotalTime>
  <Pages>1</Pages>
  <Words>781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Richard-Wossidlo-Gymnasium Ribnitz-Damgarten</Company>
  <LinksUpToDate>false</LinksUpToDate>
  <CharactersWithSpaces>5695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Tino Hempel</dc:creator>
  <cp:keywords/>
  <dc:description/>
  <cp:lastModifiedBy>Tino Hempel</cp:lastModifiedBy>
  <cp:revision>8</cp:revision>
  <cp:lastPrinted>2015-02-22T10:08:00Z</cp:lastPrinted>
  <dcterms:created xsi:type="dcterms:W3CDTF">2013-08-03T14:15:00Z</dcterms:created>
  <dcterms:modified xsi:type="dcterms:W3CDTF">2015-02-22T10:08:00Z</dcterms:modified>
</cp:coreProperties>
</file>